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291510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KROHNE </w:t>
      </w:r>
      <w:proofErr w:type="spellStart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>estrena</w:t>
      </w:r>
      <w:proofErr w:type="spellEnd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>oficialmente</w:t>
      </w:r>
      <w:proofErr w:type="spellEnd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>una</w:t>
      </w:r>
      <w:proofErr w:type="spellEnd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>nueva</w:t>
      </w:r>
      <w:proofErr w:type="spellEnd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planta de </w:t>
      </w:r>
      <w:proofErr w:type="spellStart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>producción</w:t>
      </w:r>
      <w:proofErr w:type="spellEnd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y </w:t>
      </w:r>
      <w:proofErr w:type="spellStart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>cuarteles</w:t>
      </w:r>
      <w:proofErr w:type="spellEnd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>generales</w:t>
      </w:r>
      <w:proofErr w:type="spellEnd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>norteamericanos</w:t>
      </w:r>
      <w:proofErr w:type="spellEnd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>en</w:t>
      </w:r>
      <w:proofErr w:type="spellEnd"/>
      <w:r w:rsidRPr="00291510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Beverly, Massachusetts</w:t>
      </w:r>
    </w:p>
    <w:p w:rsidR="001942C4" w:rsidRPr="001942C4" w:rsidRDefault="001942C4" w:rsidP="001942C4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r w:rsidRPr="001942C4">
        <w:rPr>
          <w:rFonts w:ascii="Arial" w:hAnsi="Arial" w:cs="Arial"/>
          <w:sz w:val="20"/>
          <w:szCs w:val="20"/>
          <w:lang w:val="en-US"/>
        </w:rPr>
        <w:t xml:space="preserve">Sensor del total de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sólidos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suspensión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para el control del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proceso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y control de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calidad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aplicaciones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con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aguas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residuales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varias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industrias</w:t>
      </w:r>
      <w:proofErr w:type="spellEnd"/>
    </w:p>
    <w:p w:rsidR="001942C4" w:rsidRPr="001942C4" w:rsidRDefault="001942C4" w:rsidP="001942C4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Tiempo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reacción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rápido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diseño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robusto</w:t>
      </w:r>
      <w:proofErr w:type="spellEnd"/>
    </w:p>
    <w:p w:rsidR="001942C4" w:rsidRPr="00466B7A" w:rsidRDefault="001942C4" w:rsidP="001942C4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US"/>
        </w:rPr>
      </w:pPr>
      <w:r w:rsidRPr="001942C4">
        <w:rPr>
          <w:rFonts w:ascii="Arial" w:hAnsi="Arial" w:cs="Arial"/>
          <w:sz w:val="20"/>
          <w:szCs w:val="20"/>
          <w:lang w:val="en-US"/>
        </w:rPr>
        <w:t xml:space="preserve">Punto de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medida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rentable con </w:t>
      </w:r>
      <w:proofErr w:type="spellStart"/>
      <w:r w:rsidRPr="001942C4">
        <w:rPr>
          <w:rFonts w:ascii="Arial" w:hAnsi="Arial" w:cs="Arial"/>
          <w:sz w:val="20"/>
          <w:szCs w:val="20"/>
          <w:lang w:val="en-US"/>
        </w:rPr>
        <w:t>transmisor</w:t>
      </w:r>
      <w:proofErr w:type="spellEnd"/>
      <w:r w:rsidRPr="001942C4">
        <w:rPr>
          <w:rFonts w:ascii="Arial" w:hAnsi="Arial" w:cs="Arial"/>
          <w:sz w:val="20"/>
          <w:szCs w:val="20"/>
          <w:lang w:val="en-US"/>
        </w:rPr>
        <w:t xml:space="preserve"> MAC 100</w:t>
      </w:r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291510" w:rsidRDefault="00B00804" w:rsidP="0029151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6F10D2">
        <w:rPr>
          <w:rFonts w:ascii="Arial" w:hAnsi="Arial" w:cs="Arial"/>
          <w:color w:val="auto"/>
          <w:sz w:val="20"/>
          <w:szCs w:val="20"/>
          <w:lang w:val="en-US"/>
        </w:rPr>
        <w:t>30</w:t>
      </w:r>
      <w:bookmarkStart w:id="0" w:name="_GoBack"/>
      <w:bookmarkEnd w:id="0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4474B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>
        <w:rPr>
          <w:rFonts w:ascii="Arial" w:hAnsi="Arial" w:cs="Arial"/>
          <w:color w:val="auto"/>
          <w:sz w:val="20"/>
          <w:szCs w:val="20"/>
          <w:lang w:val="en-US"/>
        </w:rPr>
        <w:t>octubre</w:t>
      </w:r>
      <w:proofErr w:type="spellEnd"/>
      <w:r w:rsid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753E2C">
        <w:rPr>
          <w:rFonts w:ascii="Arial" w:hAnsi="Arial" w:cs="Arial"/>
          <w:color w:val="auto"/>
          <w:sz w:val="20"/>
          <w:szCs w:val="20"/>
          <w:lang w:val="en-US"/>
        </w:rPr>
        <w:t>8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El 27 de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septiembre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estrenó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planta de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producción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cuarteles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generales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norteamericanos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Beverly, Massachusetts (EE.UU.). Las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nuevas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instalaciones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estrenaron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evento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inauguración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formal con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visitas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a la planta de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producción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presentaciones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parte de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ejecutivos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KROHNE. Michael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Rademacher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-Dubbick, Director General </w:t>
      </w:r>
      <w:proofErr w:type="gram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Grupo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KROHNE,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estrenó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oficialmente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instalaciones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ceremonia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apertura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corte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cinta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291510" w:rsidRPr="00291510" w:rsidRDefault="00291510" w:rsidP="0029151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291510" w:rsidRDefault="00291510" w:rsidP="0029151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La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planta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gestionada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dirigida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KROHNE, Inc., la filial </w:t>
      </w:r>
      <w:proofErr w:type="gram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Grupo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responsable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región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América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del Norte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1979. La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ampliación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las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operaciones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atestigua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compromiso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a largo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plazo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empresa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fabricar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Estados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Unidos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. La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planta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fabricará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gran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variedad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caudal y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nuevos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existentes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seguirá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desempeñando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rol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principal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centro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distribución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mercados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norteamericanos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. Las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instalaciones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Beverly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alojarán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asimismo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departamentos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administración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ventas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y marketing y </w:t>
      </w:r>
      <w:proofErr w:type="gram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centro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formación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. El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edificio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producción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estará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conectado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gram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edificio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oficinas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dos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pisos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muy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moderno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triplicando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espacio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respecto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a las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instalaciones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actuales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Peabody, Massachusetts. </w:t>
      </w:r>
      <w:proofErr w:type="gram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Las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operaciones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producción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distribución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trasladarán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espacio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291510" w:rsidRPr="00291510" w:rsidRDefault="00291510" w:rsidP="0029151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291510" w:rsidRDefault="00291510" w:rsidP="0029151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gram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Para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celebrar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apertura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las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nuevas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instalaciones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, KROHNE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organizó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ceremonia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inauguración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formal con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corte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cinta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ante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varias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personalidades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locales y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propietarios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empresa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seguida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visita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a la planta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producción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y las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oficinas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mañana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evento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concluyó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breves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presentaciones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incluso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panorámica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orientada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futuro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visión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KROHNE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mercados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servidos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, con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unas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perspectivas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clave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desarrollos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tecnológicos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para las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utilizan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291510" w:rsidRPr="00291510" w:rsidRDefault="00291510" w:rsidP="0029151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942C4" w:rsidRDefault="00291510" w:rsidP="0029151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“El 2018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será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año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crucial para KROHNE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América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del Norte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porque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nos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trasladamos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nuestra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planta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Beverly, Massachusetts,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donde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fabricará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amplia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variedad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clave,”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declaró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Stephan Mimler, CEO de KROHNE Inc. “El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compromiso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KROHNE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producir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mejores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instrumentos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usuarios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llevamos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esta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producción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a EE.UU.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Esto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mejorará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sin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dudas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nuestra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capacidad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efectuar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entregas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puntuales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ofrecer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proofErr w:type="gram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amplia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recursos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para responder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mejor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a las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exigencias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nuestros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291510">
        <w:rPr>
          <w:rFonts w:ascii="Arial" w:hAnsi="Arial" w:cs="Arial"/>
          <w:color w:val="auto"/>
          <w:sz w:val="20"/>
          <w:szCs w:val="20"/>
          <w:lang w:val="en-US"/>
        </w:rPr>
        <w:t>clientes</w:t>
      </w:r>
      <w:proofErr w:type="spellEnd"/>
      <w:r w:rsidRPr="00291510">
        <w:rPr>
          <w:rFonts w:ascii="Arial" w:hAnsi="Arial" w:cs="Arial"/>
          <w:color w:val="auto"/>
          <w:sz w:val="20"/>
          <w:szCs w:val="20"/>
          <w:lang w:val="en-US"/>
        </w:rPr>
        <w:t>".</w:t>
      </w:r>
    </w:p>
    <w:p w:rsidR="00291510" w:rsidRPr="00291510" w:rsidRDefault="00291510" w:rsidP="00291510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  <w:lang w:val="en-GB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lastRenderedPageBreak/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6F10D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.95pt;height:174.65pt">
            <v:imagedata r:id="rId9" o:title="Beverly_Ribbon_Cutting_20cm_72dpi_RGB"/>
          </v:shape>
        </w:pict>
      </w:r>
    </w:p>
    <w:p w:rsidR="0014656E" w:rsidRPr="0014656E" w:rsidRDefault="00CF6EF2" w:rsidP="0014656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Michael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Rademacher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-Dubbick, Director General </w:t>
      </w:r>
      <w:proofErr w:type="gram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Grupo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KROHNE,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estrena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nuevas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instalaciones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producción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291510" w:rsidRPr="00291510">
        <w:rPr>
          <w:rFonts w:ascii="Arial" w:hAnsi="Arial" w:cs="Arial"/>
          <w:color w:val="auto"/>
          <w:sz w:val="20"/>
          <w:szCs w:val="20"/>
          <w:lang w:val="en-US"/>
        </w:rPr>
        <w:t xml:space="preserve"> Beverly, Massachusetts</w:t>
      </w:r>
    </w:p>
    <w:p w:rsidR="00753E2C" w:rsidRDefault="00753E2C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384328" w:rsidRPr="006F10D2" w:rsidRDefault="00384328" w:rsidP="00384328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6F10D2">
        <w:rPr>
          <w:rFonts w:ascii="Arial" w:hAnsi="Arial" w:cs="Arial"/>
          <w:sz w:val="20"/>
          <w:szCs w:val="20"/>
          <w:lang w:val="en-US"/>
        </w:rPr>
        <w:t>Publicado</w:t>
      </w:r>
      <w:proofErr w:type="spellEnd"/>
      <w:r w:rsidRPr="006F10D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F10D2">
        <w:rPr>
          <w:rFonts w:ascii="Arial" w:hAnsi="Arial" w:cs="Arial"/>
          <w:sz w:val="20"/>
          <w:szCs w:val="20"/>
          <w:lang w:val="en-US"/>
        </w:rPr>
        <w:t>por</w:t>
      </w:r>
      <w:proofErr w:type="spellEnd"/>
      <w:r w:rsidRPr="006F10D2">
        <w:rPr>
          <w:rFonts w:ascii="Arial" w:hAnsi="Arial" w:cs="Arial"/>
          <w:sz w:val="20"/>
          <w:szCs w:val="20"/>
          <w:lang w:val="en-US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6F10D2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6F10D2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F10D2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6F10D2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F5EA6"/>
    <w:multiLevelType w:val="hybridMultilevel"/>
    <w:tmpl w:val="A3C69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2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0757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656E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942C4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1B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510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0382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5186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0D2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1A7C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B5EEA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36C1E-0C05-4EA9-AFFE-457C10A6C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578</Words>
  <Characters>3351</Characters>
  <Application>Microsoft Office Word</Application>
  <DocSecurity>0</DocSecurity>
  <Lines>27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3922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3</cp:revision>
  <cp:lastPrinted>2012-06-14T17:54:00Z</cp:lastPrinted>
  <dcterms:created xsi:type="dcterms:W3CDTF">2018-10-22T09:55:00Z</dcterms:created>
  <dcterms:modified xsi:type="dcterms:W3CDTF">2018-10-26T09:23:00Z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