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CFF" w:rsidRDefault="006D0A1B" w:rsidP="00857CF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32"/>
          <w:szCs w:val="32"/>
          <w:lang w:val="en-US"/>
        </w:rPr>
      </w:pPr>
      <w:proofErr w:type="spellStart"/>
      <w:r w:rsidRPr="006D0A1B">
        <w:rPr>
          <w:rFonts w:ascii="Arial Unicode MS" w:hAnsi="Arial Unicode MS" w:hint="eastAsia"/>
          <w:b/>
          <w:color w:val="auto"/>
          <w:sz w:val="32"/>
          <w:szCs w:val="32"/>
        </w:rPr>
        <w:t>质量流量计现可选PROFINET</w:t>
      </w:r>
      <w:proofErr w:type="spellEnd"/>
      <w:r w:rsidRPr="006D0A1B">
        <w:rPr>
          <w:rFonts w:ascii="Arial Unicode MS" w:hAnsi="Arial Unicode MS" w:hint="eastAsia"/>
          <w:b/>
          <w:color w:val="auto"/>
          <w:sz w:val="32"/>
          <w:szCs w:val="32"/>
        </w:rPr>
        <w:t xml:space="preserve"> I/O</w:t>
      </w:r>
    </w:p>
    <w:p w:rsidR="006D0A1B" w:rsidRPr="006D0A1B" w:rsidRDefault="006D0A1B" w:rsidP="006D0A1B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 w:hint="eastAsia"/>
          <w:color w:val="auto"/>
          <w:sz w:val="20"/>
          <w:szCs w:val="20"/>
          <w:lang w:val="en-US"/>
        </w:rPr>
      </w:pPr>
      <w:r w:rsidRPr="006D0A1B">
        <w:rPr>
          <w:rFonts w:ascii="Arial" w:hAnsi="Arial" w:cs="Arial" w:hint="eastAsia"/>
          <w:color w:val="auto"/>
          <w:sz w:val="20"/>
          <w:szCs w:val="20"/>
          <w:lang w:val="en-US"/>
        </w:rPr>
        <w:t>MFC 400</w:t>
      </w:r>
      <w:proofErr w:type="spellStart"/>
      <w:r w:rsidRPr="006D0A1B">
        <w:rPr>
          <w:rFonts w:ascii="Arial" w:hAnsi="Arial" w:cs="Arial" w:hint="eastAsia"/>
          <w:color w:val="auto"/>
          <w:sz w:val="20"/>
          <w:szCs w:val="20"/>
          <w:lang w:val="en-US"/>
        </w:rPr>
        <w:t>信号转换器的科里奥利质量流量计现可配置工业以太网选项</w:t>
      </w:r>
      <w:proofErr w:type="spellEnd"/>
    </w:p>
    <w:p w:rsidR="006D0A1B" w:rsidRPr="006D0A1B" w:rsidRDefault="006D0A1B" w:rsidP="006D0A1B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 w:hint="eastAsia"/>
          <w:color w:val="auto"/>
          <w:sz w:val="20"/>
          <w:szCs w:val="20"/>
          <w:lang w:val="en-US"/>
        </w:rPr>
      </w:pPr>
      <w:proofErr w:type="spellStart"/>
      <w:r w:rsidRPr="006D0A1B">
        <w:rPr>
          <w:rFonts w:ascii="Arial" w:hAnsi="Arial" w:cs="Arial" w:hint="eastAsia"/>
          <w:color w:val="auto"/>
          <w:sz w:val="20"/>
          <w:szCs w:val="20"/>
          <w:lang w:val="en-US"/>
        </w:rPr>
        <w:t>可通过单个信道实时获得所有测量、过程以及诊断信息</w:t>
      </w:r>
      <w:proofErr w:type="spellEnd"/>
    </w:p>
    <w:p w:rsidR="006D0A1B" w:rsidRDefault="006D0A1B" w:rsidP="006D0A1B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D0A1B">
        <w:rPr>
          <w:rFonts w:ascii="Arial" w:hAnsi="Arial" w:cs="Arial" w:hint="eastAsia"/>
          <w:color w:val="auto"/>
          <w:sz w:val="20"/>
          <w:szCs w:val="20"/>
          <w:lang w:val="en-US"/>
        </w:rPr>
        <w:t>集成了以太网转换管理的接口，可选单接口或双接口</w:t>
      </w:r>
      <w:proofErr w:type="spellEnd"/>
    </w:p>
    <w:p w:rsidR="003F6E3B" w:rsidRPr="003F6E3B" w:rsidRDefault="003F6E3B" w:rsidP="003F6E3B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F9628E" w:rsidRPr="008E2869" w:rsidRDefault="00F9628E" w:rsidP="007E183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 Unicode MS" w:hAnsi="Arial Unicode MS"/>
          <w:b/>
          <w:color w:val="auto"/>
          <w:sz w:val="20"/>
          <w:szCs w:val="20"/>
        </w:rPr>
        <w:t>正文：</w:t>
      </w:r>
    </w:p>
    <w:p w:rsidR="006D0A1B" w:rsidRPr="006D0A1B" w:rsidRDefault="00AB2BB1" w:rsidP="006D0A1B">
      <w:pPr>
        <w:adjustRightInd w:val="0"/>
        <w:spacing w:line="288" w:lineRule="auto"/>
        <w:ind w:right="495"/>
        <w:jc w:val="both"/>
        <w:rPr>
          <w:rFonts w:ascii="Arial Unicode MS" w:hAnsi="Arial Unicode MS" w:hint="eastAsia"/>
          <w:color w:val="auto"/>
          <w:sz w:val="20"/>
          <w:szCs w:val="20"/>
        </w:rPr>
      </w:pPr>
      <w:r w:rsidRPr="006D0A1B">
        <w:rPr>
          <w:rFonts w:ascii="Arial Unicode MS" w:hAnsi="Arial Unicode MS"/>
          <w:color w:val="FF0000"/>
          <w:sz w:val="20"/>
          <w:szCs w:val="20"/>
        </w:rPr>
        <w:t>德国杜伊斯堡，201</w:t>
      </w:r>
      <w:r w:rsidR="006D0A1B" w:rsidRPr="006D0A1B">
        <w:rPr>
          <w:rFonts w:ascii="Arial Unicode MS" w:hAnsi="Arial Unicode MS"/>
          <w:color w:val="FF0000"/>
          <w:sz w:val="20"/>
          <w:szCs w:val="20"/>
        </w:rPr>
        <w:t>8</w:t>
      </w:r>
      <w:r>
        <w:rPr>
          <w:rFonts w:ascii="Arial Unicode MS" w:hAnsi="Arial Unicode MS"/>
          <w:color w:val="auto"/>
          <w:sz w:val="20"/>
          <w:szCs w:val="20"/>
        </w:rPr>
        <w:t>：</w:t>
      </w:r>
      <w:r w:rsidR="006D0A1B" w:rsidRPr="006D0A1B">
        <w:rPr>
          <w:rFonts w:ascii="Arial Unicode MS" w:hAnsi="Arial Unicode MS" w:hint="eastAsia"/>
          <w:color w:val="auto"/>
          <w:sz w:val="20"/>
          <w:szCs w:val="20"/>
        </w:rPr>
        <w:t>MFC 400信号转换器现可选PROFINET I/</w:t>
      </w:r>
      <w:proofErr w:type="spellStart"/>
      <w:r w:rsidR="006D0A1B" w:rsidRPr="006D0A1B">
        <w:rPr>
          <w:rFonts w:ascii="Arial Unicode MS" w:hAnsi="Arial Unicode MS" w:hint="eastAsia"/>
          <w:color w:val="auto"/>
          <w:sz w:val="20"/>
          <w:szCs w:val="20"/>
        </w:rPr>
        <w:t>O。因此，所有OPTIMASS</w:t>
      </w:r>
      <w:proofErr w:type="spellEnd"/>
      <w:r w:rsidR="006D0A1B" w:rsidRPr="006D0A1B">
        <w:rPr>
          <w:rFonts w:ascii="Arial Unicode MS" w:hAnsi="Arial Unicode MS" w:hint="eastAsia"/>
          <w:color w:val="auto"/>
          <w:sz w:val="20"/>
          <w:szCs w:val="20"/>
        </w:rPr>
        <w:t xml:space="preserve"> x400科里奥利质量流量计（一体型和分体型）现均可配备工业以太网通讯，加上现有的HART 7，基金会现场总线FF，PROFIBUS </w:t>
      </w:r>
      <w:proofErr w:type="spellStart"/>
      <w:r w:rsidR="006D0A1B" w:rsidRPr="006D0A1B">
        <w:rPr>
          <w:rFonts w:ascii="Arial Unicode MS" w:hAnsi="Arial Unicode MS" w:hint="eastAsia"/>
          <w:color w:val="auto"/>
          <w:sz w:val="20"/>
          <w:szCs w:val="20"/>
        </w:rPr>
        <w:t>PA和DP以及Modbus通讯选项</w:t>
      </w:r>
      <w:proofErr w:type="spellEnd"/>
      <w:r w:rsidR="006D0A1B" w:rsidRPr="006D0A1B">
        <w:rPr>
          <w:rFonts w:ascii="Arial Unicode MS" w:hAnsi="Arial Unicode MS" w:hint="eastAsia"/>
          <w:color w:val="auto"/>
          <w:sz w:val="20"/>
          <w:szCs w:val="20"/>
        </w:rPr>
        <w:t>。</w:t>
      </w:r>
    </w:p>
    <w:p w:rsidR="006D0A1B" w:rsidRDefault="006D0A1B" w:rsidP="006D0A1B">
      <w:pPr>
        <w:adjustRightInd w:val="0"/>
        <w:spacing w:line="288" w:lineRule="auto"/>
        <w:ind w:right="495"/>
        <w:jc w:val="both"/>
        <w:rPr>
          <w:rFonts w:ascii="Arial Unicode MS" w:hAnsi="Arial Unicode MS"/>
          <w:color w:val="auto"/>
          <w:sz w:val="20"/>
          <w:szCs w:val="20"/>
        </w:rPr>
      </w:pPr>
    </w:p>
    <w:p w:rsidR="006D0A1B" w:rsidRDefault="006D0A1B" w:rsidP="006D0A1B">
      <w:pPr>
        <w:adjustRightInd w:val="0"/>
        <w:spacing w:line="288" w:lineRule="auto"/>
        <w:ind w:right="495"/>
        <w:jc w:val="both"/>
        <w:rPr>
          <w:rFonts w:ascii="Arial Unicode MS" w:hAnsi="Arial Unicode MS"/>
          <w:color w:val="auto"/>
          <w:sz w:val="20"/>
          <w:szCs w:val="20"/>
        </w:rPr>
      </w:pPr>
      <w:proofErr w:type="spellStart"/>
      <w:r w:rsidRPr="006D0A1B">
        <w:rPr>
          <w:rFonts w:ascii="Arial Unicode MS" w:hAnsi="Arial Unicode MS" w:hint="eastAsia"/>
          <w:color w:val="auto"/>
          <w:sz w:val="20"/>
          <w:szCs w:val="20"/>
        </w:rPr>
        <w:t>基于PROFINET</w:t>
      </w:r>
      <w:proofErr w:type="spellEnd"/>
      <w:r w:rsidRPr="006D0A1B">
        <w:rPr>
          <w:rFonts w:ascii="Arial Unicode MS" w:hAnsi="Arial Unicode MS" w:hint="eastAsia"/>
          <w:color w:val="auto"/>
          <w:sz w:val="20"/>
          <w:szCs w:val="20"/>
        </w:rPr>
        <w:t xml:space="preserve"> I/</w:t>
      </w:r>
      <w:proofErr w:type="spellStart"/>
      <w:r w:rsidRPr="006D0A1B">
        <w:rPr>
          <w:rFonts w:ascii="Arial Unicode MS" w:hAnsi="Arial Unicode MS" w:hint="eastAsia"/>
          <w:color w:val="auto"/>
          <w:sz w:val="20"/>
          <w:szCs w:val="20"/>
        </w:rPr>
        <w:t>O，可实时通过单个通讯信道获得来自仪表的所有测量、过程以及诊断信息，并可简便的在通讯回路中集成新的仪表。MFC</w:t>
      </w:r>
      <w:proofErr w:type="spellEnd"/>
      <w:r w:rsidRPr="006D0A1B">
        <w:rPr>
          <w:rFonts w:ascii="Arial Unicode MS" w:hAnsi="Arial Unicode MS" w:hint="eastAsia"/>
          <w:color w:val="auto"/>
          <w:sz w:val="20"/>
          <w:szCs w:val="20"/>
        </w:rPr>
        <w:t xml:space="preserve"> 400支持自动协商、自动交叉、自动极性变换和网络诊断等网络功能，并在连接到网络时自动添加到网络拓扑中。它还支持通讯通道冗余协议：当安装在所支持的拓扑中，在发生线路或设备故障的情况下， MFC 400</w:t>
      </w:r>
      <w:proofErr w:type="spellStart"/>
      <w:r w:rsidRPr="006D0A1B">
        <w:rPr>
          <w:rFonts w:ascii="Arial Unicode MS" w:hAnsi="Arial Unicode MS" w:hint="eastAsia"/>
          <w:color w:val="auto"/>
          <w:sz w:val="20"/>
          <w:szCs w:val="20"/>
        </w:rPr>
        <w:t>会立即切换到另一个通讯通道。不需要Web服务器，就可直接执行零点校准或计数器复位等标准功能</w:t>
      </w:r>
      <w:proofErr w:type="spellEnd"/>
      <w:r w:rsidRPr="006D0A1B">
        <w:rPr>
          <w:rFonts w:ascii="Arial Unicode MS" w:hAnsi="Arial Unicode MS" w:hint="eastAsia"/>
          <w:color w:val="auto"/>
          <w:sz w:val="20"/>
          <w:szCs w:val="20"/>
        </w:rPr>
        <w:t xml:space="preserve">。 </w:t>
      </w:r>
    </w:p>
    <w:p w:rsidR="006D0A1B" w:rsidRPr="006D0A1B" w:rsidRDefault="006D0A1B" w:rsidP="006D0A1B">
      <w:pPr>
        <w:adjustRightInd w:val="0"/>
        <w:spacing w:line="288" w:lineRule="auto"/>
        <w:ind w:right="495"/>
        <w:jc w:val="both"/>
        <w:rPr>
          <w:rFonts w:ascii="Arial Unicode MS" w:hAnsi="Arial Unicode MS" w:hint="eastAsia"/>
          <w:color w:val="auto"/>
          <w:sz w:val="20"/>
          <w:szCs w:val="20"/>
        </w:rPr>
      </w:pPr>
    </w:p>
    <w:p w:rsidR="007D70EA" w:rsidRDefault="006D0A1B" w:rsidP="006D0A1B">
      <w:pPr>
        <w:adjustRightInd w:val="0"/>
        <w:spacing w:line="288" w:lineRule="auto"/>
        <w:ind w:right="495"/>
        <w:jc w:val="both"/>
        <w:rPr>
          <w:rFonts w:ascii="Arial Unicode MS" w:hAnsi="Arial Unicode MS"/>
          <w:color w:val="auto"/>
          <w:sz w:val="20"/>
          <w:szCs w:val="20"/>
        </w:rPr>
      </w:pPr>
      <w:r w:rsidRPr="006D0A1B">
        <w:rPr>
          <w:rFonts w:ascii="Arial Unicode MS" w:hAnsi="Arial Unicode MS" w:hint="eastAsia"/>
          <w:color w:val="auto"/>
          <w:sz w:val="20"/>
          <w:szCs w:val="20"/>
        </w:rPr>
        <w:t xml:space="preserve">一个或两个M12（D编码）接口便能使拓扑结构中所有设备以高达100 </w:t>
      </w:r>
      <w:proofErr w:type="spellStart"/>
      <w:r w:rsidRPr="006D0A1B">
        <w:rPr>
          <w:rFonts w:ascii="Arial Unicode MS" w:hAnsi="Arial Unicode MS" w:hint="eastAsia"/>
          <w:color w:val="auto"/>
          <w:sz w:val="20"/>
          <w:szCs w:val="20"/>
        </w:rPr>
        <w:t>MBps的速度传输数据。外部无需额外的以太网转换，因为该功能已经集成。可提供附加功能，包括诊断功能：符合NAMUR</w:t>
      </w:r>
      <w:proofErr w:type="spellEnd"/>
      <w:r w:rsidRPr="006D0A1B">
        <w:rPr>
          <w:rFonts w:ascii="Arial Unicode MS" w:hAnsi="Arial Unicode MS" w:hint="eastAsia"/>
          <w:color w:val="auto"/>
          <w:sz w:val="20"/>
          <w:szCs w:val="20"/>
        </w:rPr>
        <w:t xml:space="preserve"> NE 107</w:t>
      </w:r>
      <w:proofErr w:type="spellStart"/>
      <w:r w:rsidRPr="006D0A1B">
        <w:rPr>
          <w:rFonts w:ascii="Arial Unicode MS" w:hAnsi="Arial Unicode MS" w:hint="eastAsia"/>
          <w:color w:val="auto"/>
          <w:sz w:val="20"/>
          <w:szCs w:val="20"/>
        </w:rPr>
        <w:t>状态和错误处理标准，MFC</w:t>
      </w:r>
      <w:proofErr w:type="spellEnd"/>
      <w:r w:rsidRPr="006D0A1B">
        <w:rPr>
          <w:rFonts w:ascii="Arial Unicode MS" w:hAnsi="Arial Unicode MS" w:hint="eastAsia"/>
          <w:color w:val="auto"/>
          <w:sz w:val="20"/>
          <w:szCs w:val="20"/>
        </w:rPr>
        <w:t xml:space="preserve"> 400提供额外的内部线路自诊断、传感器健康信息以及实时工况信息，例如：两相流体提示、密度和温度。</w:t>
      </w:r>
    </w:p>
    <w:p w:rsidR="006D0A1B" w:rsidRDefault="006D0A1B" w:rsidP="006D0A1B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AD095C" w:rsidRDefault="00930201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 Unicode MS" w:hAnsi="Arial Unicode MS"/>
          <w:color w:val="auto"/>
          <w:sz w:val="20"/>
          <w:szCs w:val="20"/>
        </w:rPr>
        <w:t>关于KROHNE：KROHNE是过程测量技术的全方位服务供应商，可提供流量测量、质量流量测量、液位测量、压力测量、温度测量以及分析仪表。成立于1921年，总部位于德国杜伊斯堡，公司员工达3,700多名，遍布全球各大洲。KROHNE秉持着创新性和极高的产品质量，是过程工业测量技术领域的市场领导者之一。</w:t>
      </w:r>
    </w:p>
    <w:p w:rsidR="00C040BA" w:rsidRDefault="00C040BA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</w:p>
    <w:p w:rsidR="00AB2BB1" w:rsidRPr="00867284" w:rsidRDefault="00AB2BB1" w:rsidP="00AB2BB1">
      <w:pPr>
        <w:pStyle w:val="1CD-BodyCharChar"/>
        <w:spacing w:line="288" w:lineRule="auto"/>
        <w:rPr>
          <w:b/>
          <w:color w:val="auto"/>
          <w:szCs w:val="20"/>
          <w:lang w:val="en-US"/>
        </w:rPr>
      </w:pPr>
      <w:r w:rsidRPr="00867284">
        <w:rPr>
          <w:b/>
          <w:color w:val="auto"/>
          <w:szCs w:val="20"/>
        </w:rPr>
        <w:t>图片：</w:t>
      </w:r>
    </w:p>
    <w:p w:rsidR="004E33AA" w:rsidRPr="005D3EED" w:rsidRDefault="006D0A1B" w:rsidP="00AB2BB1">
      <w:pPr>
        <w:pStyle w:val="1CD-BodyCharChar"/>
        <w:spacing w:line="288" w:lineRule="auto"/>
        <w:rPr>
          <w:szCs w:val="20"/>
          <w:lang w:val="en-US"/>
        </w:rPr>
      </w:pPr>
      <w:bookmarkStart w:id="0" w:name="_GoBack"/>
      <w:r>
        <w:rPr>
          <w:szCs w:val="20"/>
          <w:lang w:val="en-US"/>
        </w:rPr>
        <w:lastRenderedPageBreak/>
        <w:pict>
          <v:shape id="_x0000_i1028" type="#_x0000_t75" style="width:166.2pt;height:110.65pt">
            <v:imagedata r:id="rId9" o:title="OPTIMASS_series_PROFINET_15x10_72dpi_RGB"/>
          </v:shape>
        </w:pict>
      </w:r>
      <w:bookmarkEnd w:id="0"/>
    </w:p>
    <w:p w:rsidR="00AE46B1" w:rsidRDefault="00AB2BB1" w:rsidP="00AE46B1">
      <w:pPr>
        <w:pStyle w:val="1CD-BodyCharChar"/>
        <w:spacing w:line="288" w:lineRule="auto"/>
        <w:jc w:val="both"/>
        <w:rPr>
          <w:szCs w:val="20"/>
        </w:rPr>
      </w:pPr>
      <w:proofErr w:type="spellStart"/>
      <w:r>
        <w:rPr>
          <w:szCs w:val="20"/>
        </w:rPr>
        <w:t>说明：新增分析产品组合：</w:t>
      </w:r>
      <w:r w:rsidR="006D0A1B" w:rsidRPr="006D0A1B">
        <w:rPr>
          <w:rFonts w:hint="eastAsia"/>
          <w:szCs w:val="20"/>
        </w:rPr>
        <w:t>配备MFC</w:t>
      </w:r>
      <w:proofErr w:type="spellEnd"/>
      <w:r w:rsidR="006D0A1B" w:rsidRPr="006D0A1B">
        <w:rPr>
          <w:rFonts w:hint="eastAsia"/>
          <w:szCs w:val="20"/>
        </w:rPr>
        <w:t xml:space="preserve"> 400信号转换器的科里奥利质量流量计现可选PROFINET I/O</w:t>
      </w:r>
    </w:p>
    <w:p w:rsidR="007D70EA" w:rsidRDefault="007D70EA" w:rsidP="00AE46B1">
      <w:pPr>
        <w:pStyle w:val="1CD-BodyCharChar"/>
        <w:spacing w:line="288" w:lineRule="auto"/>
        <w:jc w:val="both"/>
        <w:rPr>
          <w:b/>
          <w:szCs w:val="20"/>
          <w:lang w:val="en-US"/>
        </w:rPr>
      </w:pPr>
    </w:p>
    <w:p w:rsidR="00F9628E" w:rsidRPr="00857CFF" w:rsidRDefault="00F9628E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 Unicode MS" w:hAnsi="Arial Unicode MS"/>
          <w:sz w:val="20"/>
          <w:szCs w:val="20"/>
        </w:rPr>
        <w:t>来自于：</w:t>
      </w:r>
    </w:p>
    <w:p w:rsidR="00F9628E" w:rsidRPr="00857CFF" w:rsidRDefault="00F9628E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 Unicode MS" w:hAnsi="Arial Unicode MS"/>
          <w:sz w:val="20"/>
          <w:szCs w:val="20"/>
        </w:rPr>
        <w:t>科隆测量仪器（上海）有限公司</w:t>
      </w:r>
    </w:p>
    <w:p w:rsidR="00F9628E" w:rsidRPr="000F448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 Unicode MS" w:hAnsi="Arial Unicode MS"/>
          <w:sz w:val="20"/>
          <w:szCs w:val="20"/>
        </w:rPr>
        <w:t>桂林路396号（浦原科技园）</w:t>
      </w:r>
    </w:p>
    <w:p w:rsidR="00F9628E" w:rsidRPr="000F448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 Unicode MS" w:hAnsi="Arial Unicode MS"/>
          <w:sz w:val="20"/>
          <w:szCs w:val="20"/>
        </w:rPr>
        <w:t>1号楼9楼（200233）</w:t>
      </w:r>
    </w:p>
    <w:p w:rsidR="00F9628E" w:rsidRPr="000F4488" w:rsidRDefault="006D0A1B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fr-FR"/>
        </w:rPr>
      </w:pPr>
      <w:hyperlink r:id="rId10" w:history="1">
        <w:r w:rsidR="00E46508">
          <w:rPr>
            <w:rStyle w:val="Hyperlink"/>
            <w:rFonts w:ascii="Arial Unicode MS" w:hAnsi="Arial Unicode MS"/>
            <w:sz w:val="20"/>
            <w:szCs w:val="20"/>
          </w:rPr>
          <w:t>www.krohnechina.com</w:t>
        </w:r>
      </w:hyperlink>
    </w:p>
    <w:p w:rsidR="00F9628E" w:rsidRPr="000F4488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fr-FR"/>
        </w:rPr>
      </w:pPr>
    </w:p>
    <w:p w:rsidR="00F9628E" w:rsidRPr="000F448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 Unicode MS" w:hAnsi="Arial Unicode MS"/>
          <w:sz w:val="20"/>
          <w:szCs w:val="20"/>
        </w:rPr>
        <w:t>新闻联系人：</w:t>
      </w:r>
    </w:p>
    <w:p w:rsidR="00F9628E" w:rsidRPr="00D32D05" w:rsidRDefault="00F9628E" w:rsidP="00F9628E">
      <w:pPr>
        <w:spacing w:line="288" w:lineRule="auto"/>
        <w:rPr>
          <w:rFonts w:ascii="Arial" w:hAnsi="Arial"/>
          <w:sz w:val="20"/>
        </w:rPr>
      </w:pPr>
      <w:r>
        <w:rPr>
          <w:rFonts w:ascii="Arial Unicode MS" w:hAnsi="Arial Unicode MS"/>
          <w:sz w:val="20"/>
        </w:rPr>
        <w:t>周彬</w:t>
      </w:r>
    </w:p>
    <w:p w:rsidR="00F9628E" w:rsidRPr="00F9628E" w:rsidRDefault="00984C32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 Unicode MS" w:hAnsi="Arial Unicode MS"/>
          <w:sz w:val="20"/>
          <w:szCs w:val="20"/>
        </w:rPr>
        <w:t>电话： +86 21 3339 7235</w:t>
      </w:r>
    </w:p>
    <w:p w:rsidR="00F9628E" w:rsidRPr="008A31A5" w:rsidRDefault="006D0A1B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11" w:history="1">
        <w:r w:rsidR="00E46508">
          <w:rPr>
            <w:rStyle w:val="Hyperlink"/>
            <w:rFonts w:ascii="Arial Unicode MS" w:hAnsi="Arial Unicode MS"/>
            <w:sz w:val="20"/>
            <w:szCs w:val="20"/>
          </w:rPr>
          <w:t>b.zhou@krohne.com</w:t>
        </w:r>
      </w:hyperlink>
    </w:p>
    <w:sectPr w:rsidR="00F9628E" w:rsidRPr="008A31A5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213" w:rsidRDefault="00243213">
      <w:pPr>
        <w:rPr>
          <w:rFonts w:hint="eastAsia"/>
        </w:rPr>
      </w:pPr>
      <w:r>
        <w:separator/>
      </w:r>
    </w:p>
  </w:endnote>
  <w:endnote w:type="continuationSeparator" w:id="0">
    <w:p w:rsidR="00243213" w:rsidRDefault="00243213">
      <w:pPr>
        <w:rPr>
          <w:rFonts w:hint="eastAsia"/>
        </w:rPr>
      </w:pPr>
      <w:r>
        <w:continuationSeparator/>
      </w:r>
    </w:p>
  </w:endnote>
  <w:endnote w:type="continuationNotice" w:id="1">
    <w:p w:rsidR="00243213" w:rsidRDefault="00243213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TC Franklin Gothic Me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296CD9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rPr>
              <w:noProof/>
            </w:rPr>
            <w:instrText xml:space="preserve"> PAGE </w:instrText>
          </w:r>
          <w:r>
            <w:fldChar w:fldCharType="separate"/>
          </w:r>
          <w:r w:rsidR="006D0A1B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sz w:val="16"/>
              <w:szCs w:val="16"/>
            </w:rPr>
            <w:t>/</w:t>
          </w:r>
          <w:fldSimple w:instr=" NUMPAGES ">
            <w:r w:rsidR="006D0A1B">
              <w:rPr>
                <w:noProof/>
              </w:rPr>
              <w:t>2</w:t>
            </w:r>
          </w:fldSimple>
        </w:p>
      </w:tc>
    </w:tr>
  </w:tbl>
  <w:p w:rsidR="00296CD9" w:rsidRDefault="00296CD9">
    <w:pPr>
      <w:pStyle w:val="Fuzeile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213" w:rsidRDefault="00243213">
      <w:pPr>
        <w:rPr>
          <w:rFonts w:hint="eastAsia"/>
        </w:rPr>
      </w:pPr>
      <w:r>
        <w:separator/>
      </w:r>
    </w:p>
  </w:footnote>
  <w:footnote w:type="continuationSeparator" w:id="0">
    <w:p w:rsidR="00243213" w:rsidRDefault="00243213">
      <w:pPr>
        <w:rPr>
          <w:rFonts w:hint="eastAsia"/>
        </w:rPr>
      </w:pPr>
      <w:r>
        <w:continuationSeparator/>
      </w:r>
    </w:p>
  </w:footnote>
  <w:footnote w:type="continuationNotice" w:id="1">
    <w:p w:rsidR="00243213" w:rsidRDefault="00243213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D9" w:rsidRDefault="00296CD9">
    <w:pPr>
      <w:pStyle w:val="Kopfzeile"/>
      <w:rPr>
        <w:rFonts w:hint="eastAsia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6CD9" w:rsidRDefault="00296CD9" w:rsidP="00AA366C">
                          <w:pPr>
                            <w:pStyle w:val="1CDPressRelease"/>
                          </w:pPr>
                          <w:r>
                            <w:t>新闻发布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296CD9" w:rsidRDefault="00296CD9" w:rsidP="00AA366C">
                    <w:pPr>
                      <w:pStyle w:val="1CDPressRelease"/>
                    </w:pPr>
                    <w:r>
                      <w:t>新闻发布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01A8296E"/>
    <w:multiLevelType w:val="multilevel"/>
    <w:tmpl w:val="327649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BD32D9"/>
    <w:multiLevelType w:val="hybridMultilevel"/>
    <w:tmpl w:val="D098E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BB570F"/>
    <w:multiLevelType w:val="multilevel"/>
    <w:tmpl w:val="657E16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073A18"/>
    <w:multiLevelType w:val="multilevel"/>
    <w:tmpl w:val="B4D28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1A3969"/>
    <w:multiLevelType w:val="hybridMultilevel"/>
    <w:tmpl w:val="80940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E17DD4"/>
    <w:multiLevelType w:val="hybridMultilevel"/>
    <w:tmpl w:val="036ED1AA"/>
    <w:lvl w:ilvl="0" w:tplc="F5DCA5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832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85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87F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E01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6D9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034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C55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A84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9C1CA3"/>
    <w:multiLevelType w:val="hybridMultilevel"/>
    <w:tmpl w:val="A6CA181C"/>
    <w:lvl w:ilvl="0" w:tplc="6DF02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7D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66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48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8C3D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5D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4E5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C3A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6"/>
  </w:num>
  <w:num w:numId="7">
    <w:abstractNumId w:val="18"/>
  </w:num>
  <w:num w:numId="8">
    <w:abstractNumId w:val="14"/>
  </w:num>
  <w:num w:numId="9">
    <w:abstractNumId w:val="15"/>
  </w:num>
  <w:num w:numId="10">
    <w:abstractNumId w:val="7"/>
  </w:num>
  <w:num w:numId="11">
    <w:abstractNumId w:val="9"/>
  </w:num>
  <w:num w:numId="12">
    <w:abstractNumId w:val="20"/>
  </w:num>
  <w:num w:numId="13">
    <w:abstractNumId w:val="4"/>
  </w:num>
  <w:num w:numId="14">
    <w:abstractNumId w:val="0"/>
  </w:num>
  <w:num w:numId="15">
    <w:abstractNumId w:val="12"/>
  </w:num>
  <w:num w:numId="16">
    <w:abstractNumId w:val="8"/>
  </w:num>
  <w:num w:numId="17">
    <w:abstractNumId w:val="6"/>
  </w:num>
  <w:num w:numId="18">
    <w:abstractNumId w:val="1"/>
  </w:num>
  <w:num w:numId="19">
    <w:abstractNumId w:val="19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2C1"/>
    <w:rsid w:val="00000D38"/>
    <w:rsid w:val="000030FD"/>
    <w:rsid w:val="000052A6"/>
    <w:rsid w:val="0000594C"/>
    <w:rsid w:val="0000699A"/>
    <w:rsid w:val="00007CD7"/>
    <w:rsid w:val="000103E9"/>
    <w:rsid w:val="00015BA7"/>
    <w:rsid w:val="00016553"/>
    <w:rsid w:val="00025C68"/>
    <w:rsid w:val="000264AD"/>
    <w:rsid w:val="00026ED4"/>
    <w:rsid w:val="00031AC0"/>
    <w:rsid w:val="00032C4E"/>
    <w:rsid w:val="00033B45"/>
    <w:rsid w:val="00034363"/>
    <w:rsid w:val="00034E2B"/>
    <w:rsid w:val="00036672"/>
    <w:rsid w:val="00036E95"/>
    <w:rsid w:val="000379FB"/>
    <w:rsid w:val="000418E1"/>
    <w:rsid w:val="00042BCA"/>
    <w:rsid w:val="0004350D"/>
    <w:rsid w:val="00043DFC"/>
    <w:rsid w:val="00044135"/>
    <w:rsid w:val="000441BE"/>
    <w:rsid w:val="00046070"/>
    <w:rsid w:val="0004753D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5B3A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1604"/>
    <w:rsid w:val="00082ABD"/>
    <w:rsid w:val="00082D25"/>
    <w:rsid w:val="00083C7C"/>
    <w:rsid w:val="00084215"/>
    <w:rsid w:val="00084B03"/>
    <w:rsid w:val="000853F6"/>
    <w:rsid w:val="000855BA"/>
    <w:rsid w:val="000871FB"/>
    <w:rsid w:val="000877EA"/>
    <w:rsid w:val="00087B4B"/>
    <w:rsid w:val="000928A0"/>
    <w:rsid w:val="000929FA"/>
    <w:rsid w:val="00093A5A"/>
    <w:rsid w:val="00096BD4"/>
    <w:rsid w:val="000A219A"/>
    <w:rsid w:val="000A2319"/>
    <w:rsid w:val="000A3543"/>
    <w:rsid w:val="000A6496"/>
    <w:rsid w:val="000A7ACE"/>
    <w:rsid w:val="000B10D7"/>
    <w:rsid w:val="000B163C"/>
    <w:rsid w:val="000B25AE"/>
    <w:rsid w:val="000B3292"/>
    <w:rsid w:val="000B71E7"/>
    <w:rsid w:val="000C248F"/>
    <w:rsid w:val="000C3008"/>
    <w:rsid w:val="000C33E3"/>
    <w:rsid w:val="000C4AFC"/>
    <w:rsid w:val="000C6FEB"/>
    <w:rsid w:val="000D056B"/>
    <w:rsid w:val="000D2D4C"/>
    <w:rsid w:val="000D2E2A"/>
    <w:rsid w:val="000D41AE"/>
    <w:rsid w:val="000D4750"/>
    <w:rsid w:val="000D51A7"/>
    <w:rsid w:val="000D6C7E"/>
    <w:rsid w:val="000D7F9D"/>
    <w:rsid w:val="000E1775"/>
    <w:rsid w:val="000E2DB4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488"/>
    <w:rsid w:val="000F4A15"/>
    <w:rsid w:val="000F4D4B"/>
    <w:rsid w:val="000F53B8"/>
    <w:rsid w:val="000F668C"/>
    <w:rsid w:val="000F6D9C"/>
    <w:rsid w:val="000F7E73"/>
    <w:rsid w:val="00100B15"/>
    <w:rsid w:val="00102564"/>
    <w:rsid w:val="001059FF"/>
    <w:rsid w:val="001069A4"/>
    <w:rsid w:val="001075D7"/>
    <w:rsid w:val="001109DF"/>
    <w:rsid w:val="00111C14"/>
    <w:rsid w:val="00112FB2"/>
    <w:rsid w:val="001131ED"/>
    <w:rsid w:val="0011432A"/>
    <w:rsid w:val="0011529D"/>
    <w:rsid w:val="001173FF"/>
    <w:rsid w:val="00120D98"/>
    <w:rsid w:val="00123B57"/>
    <w:rsid w:val="00124FFF"/>
    <w:rsid w:val="0012594C"/>
    <w:rsid w:val="0012617A"/>
    <w:rsid w:val="0012623A"/>
    <w:rsid w:val="00127519"/>
    <w:rsid w:val="001304C4"/>
    <w:rsid w:val="00130BFC"/>
    <w:rsid w:val="00135A05"/>
    <w:rsid w:val="00136CA8"/>
    <w:rsid w:val="00137E90"/>
    <w:rsid w:val="001402FD"/>
    <w:rsid w:val="0014124C"/>
    <w:rsid w:val="0014167E"/>
    <w:rsid w:val="00143A0E"/>
    <w:rsid w:val="00143B37"/>
    <w:rsid w:val="00147253"/>
    <w:rsid w:val="00147FCC"/>
    <w:rsid w:val="00151C05"/>
    <w:rsid w:val="00151F82"/>
    <w:rsid w:val="00153170"/>
    <w:rsid w:val="00154EAC"/>
    <w:rsid w:val="00155F55"/>
    <w:rsid w:val="00155F62"/>
    <w:rsid w:val="00156692"/>
    <w:rsid w:val="00157245"/>
    <w:rsid w:val="001606D2"/>
    <w:rsid w:val="00160AA6"/>
    <w:rsid w:val="00161BE5"/>
    <w:rsid w:val="0016466A"/>
    <w:rsid w:val="001659D3"/>
    <w:rsid w:val="00165C1E"/>
    <w:rsid w:val="00170597"/>
    <w:rsid w:val="001729E5"/>
    <w:rsid w:val="00172B7C"/>
    <w:rsid w:val="00173C39"/>
    <w:rsid w:val="00174D0A"/>
    <w:rsid w:val="001756D5"/>
    <w:rsid w:val="001757C8"/>
    <w:rsid w:val="001758B6"/>
    <w:rsid w:val="00176393"/>
    <w:rsid w:val="001770F2"/>
    <w:rsid w:val="00180913"/>
    <w:rsid w:val="00181EF0"/>
    <w:rsid w:val="00182FD2"/>
    <w:rsid w:val="00185A61"/>
    <w:rsid w:val="00185F3A"/>
    <w:rsid w:val="00187151"/>
    <w:rsid w:val="00187374"/>
    <w:rsid w:val="00187E15"/>
    <w:rsid w:val="00187FE7"/>
    <w:rsid w:val="001907BA"/>
    <w:rsid w:val="001913DE"/>
    <w:rsid w:val="00191400"/>
    <w:rsid w:val="001A1B34"/>
    <w:rsid w:val="001A29BB"/>
    <w:rsid w:val="001A4528"/>
    <w:rsid w:val="001A585C"/>
    <w:rsid w:val="001A624C"/>
    <w:rsid w:val="001A6673"/>
    <w:rsid w:val="001A7D33"/>
    <w:rsid w:val="001B05D1"/>
    <w:rsid w:val="001B1CF7"/>
    <w:rsid w:val="001B2D6D"/>
    <w:rsid w:val="001B423D"/>
    <w:rsid w:val="001B4A3E"/>
    <w:rsid w:val="001B6D01"/>
    <w:rsid w:val="001B711A"/>
    <w:rsid w:val="001B7A03"/>
    <w:rsid w:val="001C0F3F"/>
    <w:rsid w:val="001C3197"/>
    <w:rsid w:val="001C3AC4"/>
    <w:rsid w:val="001C5060"/>
    <w:rsid w:val="001C5964"/>
    <w:rsid w:val="001C5A12"/>
    <w:rsid w:val="001C65DF"/>
    <w:rsid w:val="001C6EC6"/>
    <w:rsid w:val="001C7042"/>
    <w:rsid w:val="001C78EC"/>
    <w:rsid w:val="001D34F8"/>
    <w:rsid w:val="001D3789"/>
    <w:rsid w:val="001D6475"/>
    <w:rsid w:val="001E06D8"/>
    <w:rsid w:val="001E1E26"/>
    <w:rsid w:val="001E2121"/>
    <w:rsid w:val="001E274F"/>
    <w:rsid w:val="001E45D2"/>
    <w:rsid w:val="001E6B03"/>
    <w:rsid w:val="001E772E"/>
    <w:rsid w:val="001F2D34"/>
    <w:rsid w:val="001F3C27"/>
    <w:rsid w:val="001F5383"/>
    <w:rsid w:val="002003ED"/>
    <w:rsid w:val="00200AD8"/>
    <w:rsid w:val="00200FBC"/>
    <w:rsid w:val="00203A98"/>
    <w:rsid w:val="002048CF"/>
    <w:rsid w:val="00206678"/>
    <w:rsid w:val="0021028B"/>
    <w:rsid w:val="00210DED"/>
    <w:rsid w:val="00211766"/>
    <w:rsid w:val="00211CA4"/>
    <w:rsid w:val="002120DA"/>
    <w:rsid w:val="00212A60"/>
    <w:rsid w:val="002141B1"/>
    <w:rsid w:val="0021497B"/>
    <w:rsid w:val="00215498"/>
    <w:rsid w:val="00215918"/>
    <w:rsid w:val="00216722"/>
    <w:rsid w:val="002168FB"/>
    <w:rsid w:val="0021759C"/>
    <w:rsid w:val="00220A1D"/>
    <w:rsid w:val="00220EA3"/>
    <w:rsid w:val="00222360"/>
    <w:rsid w:val="002243AD"/>
    <w:rsid w:val="00226A90"/>
    <w:rsid w:val="00227E33"/>
    <w:rsid w:val="002313D5"/>
    <w:rsid w:val="0023310C"/>
    <w:rsid w:val="00235C34"/>
    <w:rsid w:val="002373EB"/>
    <w:rsid w:val="0024053C"/>
    <w:rsid w:val="002414B5"/>
    <w:rsid w:val="00242CD6"/>
    <w:rsid w:val="00243213"/>
    <w:rsid w:val="002433AD"/>
    <w:rsid w:val="0024635F"/>
    <w:rsid w:val="002471EC"/>
    <w:rsid w:val="00250B62"/>
    <w:rsid w:val="00251CB3"/>
    <w:rsid w:val="0025539F"/>
    <w:rsid w:val="002559E1"/>
    <w:rsid w:val="002567BA"/>
    <w:rsid w:val="002601BC"/>
    <w:rsid w:val="00261ED4"/>
    <w:rsid w:val="00261FEF"/>
    <w:rsid w:val="00263BDB"/>
    <w:rsid w:val="00264733"/>
    <w:rsid w:val="00265876"/>
    <w:rsid w:val="002658EE"/>
    <w:rsid w:val="00266613"/>
    <w:rsid w:val="002671B4"/>
    <w:rsid w:val="00267307"/>
    <w:rsid w:val="00270A0C"/>
    <w:rsid w:val="00270FE5"/>
    <w:rsid w:val="0027198F"/>
    <w:rsid w:val="00271CB7"/>
    <w:rsid w:val="00275176"/>
    <w:rsid w:val="0027675D"/>
    <w:rsid w:val="00277C28"/>
    <w:rsid w:val="00280B27"/>
    <w:rsid w:val="00280BBF"/>
    <w:rsid w:val="0028321E"/>
    <w:rsid w:val="0028331A"/>
    <w:rsid w:val="002838A4"/>
    <w:rsid w:val="00285539"/>
    <w:rsid w:val="00285553"/>
    <w:rsid w:val="002861D9"/>
    <w:rsid w:val="002908D3"/>
    <w:rsid w:val="00290C47"/>
    <w:rsid w:val="002919C9"/>
    <w:rsid w:val="00291AA9"/>
    <w:rsid w:val="002926B4"/>
    <w:rsid w:val="00293C9E"/>
    <w:rsid w:val="00293EE9"/>
    <w:rsid w:val="00294EA7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5556"/>
    <w:rsid w:val="002B6FC7"/>
    <w:rsid w:val="002C0E24"/>
    <w:rsid w:val="002D2BF4"/>
    <w:rsid w:val="002D2D53"/>
    <w:rsid w:val="002D41FC"/>
    <w:rsid w:val="002D554F"/>
    <w:rsid w:val="002D60C2"/>
    <w:rsid w:val="002D688B"/>
    <w:rsid w:val="002E122A"/>
    <w:rsid w:val="002E23EA"/>
    <w:rsid w:val="002E30F9"/>
    <w:rsid w:val="002E348E"/>
    <w:rsid w:val="002E3991"/>
    <w:rsid w:val="002E3B3C"/>
    <w:rsid w:val="002E49BB"/>
    <w:rsid w:val="002E5158"/>
    <w:rsid w:val="002E59DE"/>
    <w:rsid w:val="002F293F"/>
    <w:rsid w:val="002F50DA"/>
    <w:rsid w:val="002F6909"/>
    <w:rsid w:val="002F7E63"/>
    <w:rsid w:val="0030027D"/>
    <w:rsid w:val="00300F14"/>
    <w:rsid w:val="00301335"/>
    <w:rsid w:val="00301C5C"/>
    <w:rsid w:val="00303B2A"/>
    <w:rsid w:val="00304F4C"/>
    <w:rsid w:val="003053EB"/>
    <w:rsid w:val="00310637"/>
    <w:rsid w:val="003124F0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933"/>
    <w:rsid w:val="00327BC5"/>
    <w:rsid w:val="00330EFA"/>
    <w:rsid w:val="0033408D"/>
    <w:rsid w:val="003344FE"/>
    <w:rsid w:val="0033690A"/>
    <w:rsid w:val="00336D59"/>
    <w:rsid w:val="00337EBD"/>
    <w:rsid w:val="00341A3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7E9B"/>
    <w:rsid w:val="0036338C"/>
    <w:rsid w:val="00363D6B"/>
    <w:rsid w:val="0036419D"/>
    <w:rsid w:val="003664B2"/>
    <w:rsid w:val="00371ABA"/>
    <w:rsid w:val="00372247"/>
    <w:rsid w:val="00372700"/>
    <w:rsid w:val="003738ED"/>
    <w:rsid w:val="003765CF"/>
    <w:rsid w:val="0037737D"/>
    <w:rsid w:val="0038277D"/>
    <w:rsid w:val="003840E6"/>
    <w:rsid w:val="003858AE"/>
    <w:rsid w:val="003859E8"/>
    <w:rsid w:val="00385D86"/>
    <w:rsid w:val="00386290"/>
    <w:rsid w:val="00386338"/>
    <w:rsid w:val="003902B6"/>
    <w:rsid w:val="003904CB"/>
    <w:rsid w:val="0039064B"/>
    <w:rsid w:val="00390F35"/>
    <w:rsid w:val="0039257E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260"/>
    <w:rsid w:val="003B7AC2"/>
    <w:rsid w:val="003B7D1D"/>
    <w:rsid w:val="003B7DB0"/>
    <w:rsid w:val="003C3454"/>
    <w:rsid w:val="003C3E31"/>
    <w:rsid w:val="003C652F"/>
    <w:rsid w:val="003D0BA9"/>
    <w:rsid w:val="003D1FA1"/>
    <w:rsid w:val="003D252A"/>
    <w:rsid w:val="003D2CBC"/>
    <w:rsid w:val="003D493F"/>
    <w:rsid w:val="003D7920"/>
    <w:rsid w:val="003E00C9"/>
    <w:rsid w:val="003E210D"/>
    <w:rsid w:val="003E2E58"/>
    <w:rsid w:val="003E6854"/>
    <w:rsid w:val="003F2A23"/>
    <w:rsid w:val="003F33F7"/>
    <w:rsid w:val="003F4E2B"/>
    <w:rsid w:val="003F5741"/>
    <w:rsid w:val="003F64EE"/>
    <w:rsid w:val="003F6E3B"/>
    <w:rsid w:val="004002F9"/>
    <w:rsid w:val="0040057F"/>
    <w:rsid w:val="0040072E"/>
    <w:rsid w:val="0040089E"/>
    <w:rsid w:val="00401568"/>
    <w:rsid w:val="004035E8"/>
    <w:rsid w:val="00403EB3"/>
    <w:rsid w:val="00404826"/>
    <w:rsid w:val="00405323"/>
    <w:rsid w:val="00405B80"/>
    <w:rsid w:val="00411762"/>
    <w:rsid w:val="00412840"/>
    <w:rsid w:val="00412B12"/>
    <w:rsid w:val="00421C30"/>
    <w:rsid w:val="0042288C"/>
    <w:rsid w:val="00422AF0"/>
    <w:rsid w:val="00423683"/>
    <w:rsid w:val="00423BDE"/>
    <w:rsid w:val="00424114"/>
    <w:rsid w:val="004247C8"/>
    <w:rsid w:val="00425C2E"/>
    <w:rsid w:val="00430866"/>
    <w:rsid w:val="004344F2"/>
    <w:rsid w:val="00434530"/>
    <w:rsid w:val="004359AF"/>
    <w:rsid w:val="00442600"/>
    <w:rsid w:val="0044503B"/>
    <w:rsid w:val="00445F0E"/>
    <w:rsid w:val="00447576"/>
    <w:rsid w:val="00447894"/>
    <w:rsid w:val="00447FAF"/>
    <w:rsid w:val="0045053F"/>
    <w:rsid w:val="0045191B"/>
    <w:rsid w:val="00451E08"/>
    <w:rsid w:val="0045384B"/>
    <w:rsid w:val="00454509"/>
    <w:rsid w:val="00456591"/>
    <w:rsid w:val="004572CD"/>
    <w:rsid w:val="0046070A"/>
    <w:rsid w:val="00460B34"/>
    <w:rsid w:val="00461EA0"/>
    <w:rsid w:val="00462309"/>
    <w:rsid w:val="0046267E"/>
    <w:rsid w:val="004632D8"/>
    <w:rsid w:val="00463668"/>
    <w:rsid w:val="00463F6E"/>
    <w:rsid w:val="00464DFB"/>
    <w:rsid w:val="00467BD1"/>
    <w:rsid w:val="004723B8"/>
    <w:rsid w:val="00473834"/>
    <w:rsid w:val="004745FE"/>
    <w:rsid w:val="00477037"/>
    <w:rsid w:val="00477AAB"/>
    <w:rsid w:val="00477FE0"/>
    <w:rsid w:val="004802A5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39FD"/>
    <w:rsid w:val="004A633C"/>
    <w:rsid w:val="004A6532"/>
    <w:rsid w:val="004A779B"/>
    <w:rsid w:val="004B0235"/>
    <w:rsid w:val="004B1BC8"/>
    <w:rsid w:val="004B226B"/>
    <w:rsid w:val="004B3C9B"/>
    <w:rsid w:val="004B7792"/>
    <w:rsid w:val="004C25A8"/>
    <w:rsid w:val="004C4A0B"/>
    <w:rsid w:val="004C7370"/>
    <w:rsid w:val="004C7BDE"/>
    <w:rsid w:val="004D1605"/>
    <w:rsid w:val="004D3F7B"/>
    <w:rsid w:val="004D40EE"/>
    <w:rsid w:val="004D45C8"/>
    <w:rsid w:val="004D55C9"/>
    <w:rsid w:val="004D64FE"/>
    <w:rsid w:val="004D6503"/>
    <w:rsid w:val="004D76E5"/>
    <w:rsid w:val="004E30C7"/>
    <w:rsid w:val="004E33AA"/>
    <w:rsid w:val="004E442B"/>
    <w:rsid w:val="004E5B96"/>
    <w:rsid w:val="004E63CF"/>
    <w:rsid w:val="004F16BC"/>
    <w:rsid w:val="004F28D0"/>
    <w:rsid w:val="004F2E09"/>
    <w:rsid w:val="004F3027"/>
    <w:rsid w:val="004F598F"/>
    <w:rsid w:val="004F602F"/>
    <w:rsid w:val="004F68E1"/>
    <w:rsid w:val="00501263"/>
    <w:rsid w:val="0050259A"/>
    <w:rsid w:val="00503315"/>
    <w:rsid w:val="005039D8"/>
    <w:rsid w:val="00503C16"/>
    <w:rsid w:val="00504AFB"/>
    <w:rsid w:val="005059D5"/>
    <w:rsid w:val="0051109C"/>
    <w:rsid w:val="0051255F"/>
    <w:rsid w:val="005149E5"/>
    <w:rsid w:val="005149F1"/>
    <w:rsid w:val="005165A1"/>
    <w:rsid w:val="005174C9"/>
    <w:rsid w:val="00526DB4"/>
    <w:rsid w:val="00527B6D"/>
    <w:rsid w:val="00531B0B"/>
    <w:rsid w:val="0053211D"/>
    <w:rsid w:val="00532C43"/>
    <w:rsid w:val="0053347A"/>
    <w:rsid w:val="0053542E"/>
    <w:rsid w:val="00536A3D"/>
    <w:rsid w:val="00536CD5"/>
    <w:rsid w:val="00536D58"/>
    <w:rsid w:val="00537BB8"/>
    <w:rsid w:val="00540ED3"/>
    <w:rsid w:val="00542595"/>
    <w:rsid w:val="00543978"/>
    <w:rsid w:val="00543F18"/>
    <w:rsid w:val="00545162"/>
    <w:rsid w:val="00545614"/>
    <w:rsid w:val="005463BB"/>
    <w:rsid w:val="00546E00"/>
    <w:rsid w:val="005523C2"/>
    <w:rsid w:val="005549D5"/>
    <w:rsid w:val="005554D4"/>
    <w:rsid w:val="00556682"/>
    <w:rsid w:val="00557737"/>
    <w:rsid w:val="00557AB4"/>
    <w:rsid w:val="00560020"/>
    <w:rsid w:val="00561F7C"/>
    <w:rsid w:val="00562219"/>
    <w:rsid w:val="00562F49"/>
    <w:rsid w:val="0056366D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4C2"/>
    <w:rsid w:val="0057652B"/>
    <w:rsid w:val="0057679E"/>
    <w:rsid w:val="005777A2"/>
    <w:rsid w:val="00577EDB"/>
    <w:rsid w:val="00580733"/>
    <w:rsid w:val="005807F1"/>
    <w:rsid w:val="0058217C"/>
    <w:rsid w:val="005838DB"/>
    <w:rsid w:val="00585B56"/>
    <w:rsid w:val="00585C0A"/>
    <w:rsid w:val="00586EAD"/>
    <w:rsid w:val="00593535"/>
    <w:rsid w:val="0059405B"/>
    <w:rsid w:val="00595A4D"/>
    <w:rsid w:val="00596906"/>
    <w:rsid w:val="005A050F"/>
    <w:rsid w:val="005A059D"/>
    <w:rsid w:val="005A131F"/>
    <w:rsid w:val="005A2D72"/>
    <w:rsid w:val="005A31D6"/>
    <w:rsid w:val="005A4CFC"/>
    <w:rsid w:val="005A5F18"/>
    <w:rsid w:val="005A65A3"/>
    <w:rsid w:val="005A7F14"/>
    <w:rsid w:val="005B0060"/>
    <w:rsid w:val="005B0B38"/>
    <w:rsid w:val="005B1C90"/>
    <w:rsid w:val="005B33D7"/>
    <w:rsid w:val="005B3611"/>
    <w:rsid w:val="005B5DC7"/>
    <w:rsid w:val="005C0C7C"/>
    <w:rsid w:val="005C1214"/>
    <w:rsid w:val="005C1FB1"/>
    <w:rsid w:val="005C21C5"/>
    <w:rsid w:val="005C26B7"/>
    <w:rsid w:val="005C49D4"/>
    <w:rsid w:val="005C4DB1"/>
    <w:rsid w:val="005C52D4"/>
    <w:rsid w:val="005C6F28"/>
    <w:rsid w:val="005C7B35"/>
    <w:rsid w:val="005D3EED"/>
    <w:rsid w:val="005D587C"/>
    <w:rsid w:val="005D5BC2"/>
    <w:rsid w:val="005D6DA6"/>
    <w:rsid w:val="005D70B8"/>
    <w:rsid w:val="005E5ADC"/>
    <w:rsid w:val="005E5E02"/>
    <w:rsid w:val="005F00A9"/>
    <w:rsid w:val="005F31A7"/>
    <w:rsid w:val="005F4A8F"/>
    <w:rsid w:val="005F5B22"/>
    <w:rsid w:val="005F7E5E"/>
    <w:rsid w:val="00600166"/>
    <w:rsid w:val="00600670"/>
    <w:rsid w:val="00600A50"/>
    <w:rsid w:val="00601EDA"/>
    <w:rsid w:val="0060461A"/>
    <w:rsid w:val="00605646"/>
    <w:rsid w:val="006113B6"/>
    <w:rsid w:val="00615390"/>
    <w:rsid w:val="0061726A"/>
    <w:rsid w:val="00617913"/>
    <w:rsid w:val="00621413"/>
    <w:rsid w:val="006216FA"/>
    <w:rsid w:val="00624A61"/>
    <w:rsid w:val="0062579C"/>
    <w:rsid w:val="006325C4"/>
    <w:rsid w:val="0063614D"/>
    <w:rsid w:val="00640827"/>
    <w:rsid w:val="00641D59"/>
    <w:rsid w:val="0064268E"/>
    <w:rsid w:val="0064402F"/>
    <w:rsid w:val="00646335"/>
    <w:rsid w:val="006469F6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50D6"/>
    <w:rsid w:val="00666B14"/>
    <w:rsid w:val="006711CF"/>
    <w:rsid w:val="00671C43"/>
    <w:rsid w:val="00671FFE"/>
    <w:rsid w:val="00672EB9"/>
    <w:rsid w:val="0067417A"/>
    <w:rsid w:val="006761C0"/>
    <w:rsid w:val="00680EA3"/>
    <w:rsid w:val="0068386E"/>
    <w:rsid w:val="00685A71"/>
    <w:rsid w:val="00687F3A"/>
    <w:rsid w:val="006926F5"/>
    <w:rsid w:val="006927CB"/>
    <w:rsid w:val="00692D1D"/>
    <w:rsid w:val="00693AE5"/>
    <w:rsid w:val="006942DF"/>
    <w:rsid w:val="0069597D"/>
    <w:rsid w:val="00697124"/>
    <w:rsid w:val="006A08E3"/>
    <w:rsid w:val="006A09DC"/>
    <w:rsid w:val="006A0A28"/>
    <w:rsid w:val="006A0EC5"/>
    <w:rsid w:val="006A458F"/>
    <w:rsid w:val="006A7D46"/>
    <w:rsid w:val="006B206F"/>
    <w:rsid w:val="006B21E1"/>
    <w:rsid w:val="006B39EA"/>
    <w:rsid w:val="006B6F5B"/>
    <w:rsid w:val="006B78C1"/>
    <w:rsid w:val="006C20FB"/>
    <w:rsid w:val="006C27AA"/>
    <w:rsid w:val="006C36CE"/>
    <w:rsid w:val="006C41E5"/>
    <w:rsid w:val="006C4ED6"/>
    <w:rsid w:val="006C6B1E"/>
    <w:rsid w:val="006D05C5"/>
    <w:rsid w:val="006D09C0"/>
    <w:rsid w:val="006D09F6"/>
    <w:rsid w:val="006D0A1B"/>
    <w:rsid w:val="006D0ABD"/>
    <w:rsid w:val="006D1196"/>
    <w:rsid w:val="006D5A0D"/>
    <w:rsid w:val="006E18BE"/>
    <w:rsid w:val="006E4B27"/>
    <w:rsid w:val="006E56AB"/>
    <w:rsid w:val="006E6568"/>
    <w:rsid w:val="006E6E4C"/>
    <w:rsid w:val="006E717E"/>
    <w:rsid w:val="006F1F79"/>
    <w:rsid w:val="006F27F7"/>
    <w:rsid w:val="006F5819"/>
    <w:rsid w:val="006F6FA4"/>
    <w:rsid w:val="00701111"/>
    <w:rsid w:val="00701A31"/>
    <w:rsid w:val="00701CA8"/>
    <w:rsid w:val="00701E64"/>
    <w:rsid w:val="00702B15"/>
    <w:rsid w:val="0070361B"/>
    <w:rsid w:val="00703D27"/>
    <w:rsid w:val="0070431A"/>
    <w:rsid w:val="0070439A"/>
    <w:rsid w:val="007071E0"/>
    <w:rsid w:val="00707EC0"/>
    <w:rsid w:val="007116F0"/>
    <w:rsid w:val="0071403E"/>
    <w:rsid w:val="00714EF0"/>
    <w:rsid w:val="00714F8D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2760D"/>
    <w:rsid w:val="00730314"/>
    <w:rsid w:val="00733180"/>
    <w:rsid w:val="007337CB"/>
    <w:rsid w:val="00733CF8"/>
    <w:rsid w:val="00734B26"/>
    <w:rsid w:val="00735716"/>
    <w:rsid w:val="0073729F"/>
    <w:rsid w:val="0074161D"/>
    <w:rsid w:val="00741ABF"/>
    <w:rsid w:val="007463E5"/>
    <w:rsid w:val="00746833"/>
    <w:rsid w:val="00746A34"/>
    <w:rsid w:val="007502CC"/>
    <w:rsid w:val="007503EF"/>
    <w:rsid w:val="00751AA5"/>
    <w:rsid w:val="00753205"/>
    <w:rsid w:val="0075368C"/>
    <w:rsid w:val="007539B8"/>
    <w:rsid w:val="00754032"/>
    <w:rsid w:val="00757B1B"/>
    <w:rsid w:val="00760B77"/>
    <w:rsid w:val="00762E68"/>
    <w:rsid w:val="007642F3"/>
    <w:rsid w:val="00765EA4"/>
    <w:rsid w:val="00765F1A"/>
    <w:rsid w:val="00766B3D"/>
    <w:rsid w:val="00767BE1"/>
    <w:rsid w:val="007700AB"/>
    <w:rsid w:val="007701B2"/>
    <w:rsid w:val="00770C12"/>
    <w:rsid w:val="00771353"/>
    <w:rsid w:val="00773C37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2C5"/>
    <w:rsid w:val="0079254D"/>
    <w:rsid w:val="00792621"/>
    <w:rsid w:val="00794430"/>
    <w:rsid w:val="007A07E8"/>
    <w:rsid w:val="007A0833"/>
    <w:rsid w:val="007A131F"/>
    <w:rsid w:val="007A265B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35F2"/>
    <w:rsid w:val="007C36FD"/>
    <w:rsid w:val="007D0644"/>
    <w:rsid w:val="007D0EEE"/>
    <w:rsid w:val="007D2075"/>
    <w:rsid w:val="007D531C"/>
    <w:rsid w:val="007D5F38"/>
    <w:rsid w:val="007D6086"/>
    <w:rsid w:val="007D70EA"/>
    <w:rsid w:val="007D7192"/>
    <w:rsid w:val="007D7F07"/>
    <w:rsid w:val="007E1831"/>
    <w:rsid w:val="007E21BF"/>
    <w:rsid w:val="007E2645"/>
    <w:rsid w:val="007E35DE"/>
    <w:rsid w:val="007E454A"/>
    <w:rsid w:val="007E4701"/>
    <w:rsid w:val="007F143F"/>
    <w:rsid w:val="007F1633"/>
    <w:rsid w:val="007F1E72"/>
    <w:rsid w:val="007F1FB0"/>
    <w:rsid w:val="007F4F8D"/>
    <w:rsid w:val="007F5830"/>
    <w:rsid w:val="007F5B8B"/>
    <w:rsid w:val="007F5C39"/>
    <w:rsid w:val="007F5E7A"/>
    <w:rsid w:val="007F6A0C"/>
    <w:rsid w:val="007F7F6C"/>
    <w:rsid w:val="008013BF"/>
    <w:rsid w:val="00812C80"/>
    <w:rsid w:val="008137DD"/>
    <w:rsid w:val="008142F1"/>
    <w:rsid w:val="00815969"/>
    <w:rsid w:val="008164F6"/>
    <w:rsid w:val="00816F4A"/>
    <w:rsid w:val="00821744"/>
    <w:rsid w:val="00823478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47D8"/>
    <w:rsid w:val="00836F49"/>
    <w:rsid w:val="008372CA"/>
    <w:rsid w:val="00840928"/>
    <w:rsid w:val="0084341C"/>
    <w:rsid w:val="00843443"/>
    <w:rsid w:val="0084455A"/>
    <w:rsid w:val="00844FE3"/>
    <w:rsid w:val="00846381"/>
    <w:rsid w:val="00847876"/>
    <w:rsid w:val="00847B1C"/>
    <w:rsid w:val="0085014F"/>
    <w:rsid w:val="00850ECB"/>
    <w:rsid w:val="0085218A"/>
    <w:rsid w:val="00852D73"/>
    <w:rsid w:val="00854904"/>
    <w:rsid w:val="00855691"/>
    <w:rsid w:val="0085583F"/>
    <w:rsid w:val="00857CFF"/>
    <w:rsid w:val="008600F1"/>
    <w:rsid w:val="00867284"/>
    <w:rsid w:val="00867D57"/>
    <w:rsid w:val="00870B85"/>
    <w:rsid w:val="0087279C"/>
    <w:rsid w:val="00873D50"/>
    <w:rsid w:val="00873E41"/>
    <w:rsid w:val="00873E53"/>
    <w:rsid w:val="00874854"/>
    <w:rsid w:val="00874D0C"/>
    <w:rsid w:val="00877300"/>
    <w:rsid w:val="008807A0"/>
    <w:rsid w:val="008816DE"/>
    <w:rsid w:val="00884F08"/>
    <w:rsid w:val="008854C4"/>
    <w:rsid w:val="00885774"/>
    <w:rsid w:val="008867BC"/>
    <w:rsid w:val="008870E0"/>
    <w:rsid w:val="00891AED"/>
    <w:rsid w:val="00892D18"/>
    <w:rsid w:val="0089382F"/>
    <w:rsid w:val="00893F99"/>
    <w:rsid w:val="00894640"/>
    <w:rsid w:val="00895DD8"/>
    <w:rsid w:val="008973CE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A7D58"/>
    <w:rsid w:val="008B00D2"/>
    <w:rsid w:val="008B4919"/>
    <w:rsid w:val="008B52BC"/>
    <w:rsid w:val="008C178A"/>
    <w:rsid w:val="008C1BD0"/>
    <w:rsid w:val="008C1EC0"/>
    <w:rsid w:val="008C263A"/>
    <w:rsid w:val="008C36BE"/>
    <w:rsid w:val="008C40E0"/>
    <w:rsid w:val="008C4B8F"/>
    <w:rsid w:val="008C56BF"/>
    <w:rsid w:val="008D0026"/>
    <w:rsid w:val="008D06F2"/>
    <w:rsid w:val="008D54A7"/>
    <w:rsid w:val="008D7205"/>
    <w:rsid w:val="008D777C"/>
    <w:rsid w:val="008E1CE5"/>
    <w:rsid w:val="008E2625"/>
    <w:rsid w:val="008E2869"/>
    <w:rsid w:val="008E41C5"/>
    <w:rsid w:val="008E4399"/>
    <w:rsid w:val="008E454A"/>
    <w:rsid w:val="008E490E"/>
    <w:rsid w:val="008E5EEB"/>
    <w:rsid w:val="008F4CE8"/>
    <w:rsid w:val="008F5AB5"/>
    <w:rsid w:val="008F63EB"/>
    <w:rsid w:val="008F7243"/>
    <w:rsid w:val="0090001C"/>
    <w:rsid w:val="00900E59"/>
    <w:rsid w:val="009010C0"/>
    <w:rsid w:val="0090300B"/>
    <w:rsid w:val="0090372F"/>
    <w:rsid w:val="009037E0"/>
    <w:rsid w:val="009041D8"/>
    <w:rsid w:val="0090431C"/>
    <w:rsid w:val="009060F5"/>
    <w:rsid w:val="009151E0"/>
    <w:rsid w:val="00915D2E"/>
    <w:rsid w:val="00915E8A"/>
    <w:rsid w:val="00916976"/>
    <w:rsid w:val="00917A98"/>
    <w:rsid w:val="009208A9"/>
    <w:rsid w:val="00920B8D"/>
    <w:rsid w:val="00921BFD"/>
    <w:rsid w:val="00924B21"/>
    <w:rsid w:val="00925BF0"/>
    <w:rsid w:val="009279CB"/>
    <w:rsid w:val="00930201"/>
    <w:rsid w:val="00932330"/>
    <w:rsid w:val="00932542"/>
    <w:rsid w:val="00934641"/>
    <w:rsid w:val="00936F34"/>
    <w:rsid w:val="00937A9E"/>
    <w:rsid w:val="009401E7"/>
    <w:rsid w:val="0094031D"/>
    <w:rsid w:val="0094199B"/>
    <w:rsid w:val="00941ECF"/>
    <w:rsid w:val="00944DA9"/>
    <w:rsid w:val="0094697B"/>
    <w:rsid w:val="00953D20"/>
    <w:rsid w:val="00955C43"/>
    <w:rsid w:val="0096170E"/>
    <w:rsid w:val="0096234E"/>
    <w:rsid w:val="00962FA6"/>
    <w:rsid w:val="00963E95"/>
    <w:rsid w:val="00965F8B"/>
    <w:rsid w:val="00966F86"/>
    <w:rsid w:val="00967524"/>
    <w:rsid w:val="00967A0F"/>
    <w:rsid w:val="00970762"/>
    <w:rsid w:val="00972AA1"/>
    <w:rsid w:val="00972AE2"/>
    <w:rsid w:val="00972CC8"/>
    <w:rsid w:val="0097300C"/>
    <w:rsid w:val="00975594"/>
    <w:rsid w:val="00976387"/>
    <w:rsid w:val="009779AA"/>
    <w:rsid w:val="009825B6"/>
    <w:rsid w:val="00984C32"/>
    <w:rsid w:val="0098529D"/>
    <w:rsid w:val="00986537"/>
    <w:rsid w:val="00986864"/>
    <w:rsid w:val="009902AB"/>
    <w:rsid w:val="00997363"/>
    <w:rsid w:val="009979FE"/>
    <w:rsid w:val="00997F5F"/>
    <w:rsid w:val="009A0630"/>
    <w:rsid w:val="009A2103"/>
    <w:rsid w:val="009A53E5"/>
    <w:rsid w:val="009A5DBC"/>
    <w:rsid w:val="009A7F76"/>
    <w:rsid w:val="009B2359"/>
    <w:rsid w:val="009B36DD"/>
    <w:rsid w:val="009B3E0F"/>
    <w:rsid w:val="009B7013"/>
    <w:rsid w:val="009C12FB"/>
    <w:rsid w:val="009C21E5"/>
    <w:rsid w:val="009C2D15"/>
    <w:rsid w:val="009C3E8F"/>
    <w:rsid w:val="009D10F3"/>
    <w:rsid w:val="009D25FF"/>
    <w:rsid w:val="009D331B"/>
    <w:rsid w:val="009D3569"/>
    <w:rsid w:val="009E092A"/>
    <w:rsid w:val="009E1EBD"/>
    <w:rsid w:val="009E2394"/>
    <w:rsid w:val="009E3A93"/>
    <w:rsid w:val="009E4A3D"/>
    <w:rsid w:val="009E4CF4"/>
    <w:rsid w:val="009E4D3D"/>
    <w:rsid w:val="009E4D63"/>
    <w:rsid w:val="009E55B7"/>
    <w:rsid w:val="009E5BF6"/>
    <w:rsid w:val="009E66B0"/>
    <w:rsid w:val="009F5F08"/>
    <w:rsid w:val="00A00803"/>
    <w:rsid w:val="00A04C8F"/>
    <w:rsid w:val="00A0529C"/>
    <w:rsid w:val="00A060E5"/>
    <w:rsid w:val="00A105AC"/>
    <w:rsid w:val="00A11E83"/>
    <w:rsid w:val="00A1310C"/>
    <w:rsid w:val="00A14B26"/>
    <w:rsid w:val="00A16DD5"/>
    <w:rsid w:val="00A207EF"/>
    <w:rsid w:val="00A2199F"/>
    <w:rsid w:val="00A21D35"/>
    <w:rsid w:val="00A221CE"/>
    <w:rsid w:val="00A23B7D"/>
    <w:rsid w:val="00A258B0"/>
    <w:rsid w:val="00A27118"/>
    <w:rsid w:val="00A30091"/>
    <w:rsid w:val="00A30DAB"/>
    <w:rsid w:val="00A31FFB"/>
    <w:rsid w:val="00A34CE4"/>
    <w:rsid w:val="00A35D07"/>
    <w:rsid w:val="00A40823"/>
    <w:rsid w:val="00A41CF3"/>
    <w:rsid w:val="00A42DC8"/>
    <w:rsid w:val="00A4531F"/>
    <w:rsid w:val="00A46669"/>
    <w:rsid w:val="00A478E1"/>
    <w:rsid w:val="00A5166C"/>
    <w:rsid w:val="00A51FE5"/>
    <w:rsid w:val="00A53917"/>
    <w:rsid w:val="00A53B76"/>
    <w:rsid w:val="00A56E61"/>
    <w:rsid w:val="00A56EE7"/>
    <w:rsid w:val="00A62507"/>
    <w:rsid w:val="00A6397E"/>
    <w:rsid w:val="00A64709"/>
    <w:rsid w:val="00A66CE1"/>
    <w:rsid w:val="00A66EE1"/>
    <w:rsid w:val="00A70BEB"/>
    <w:rsid w:val="00A73286"/>
    <w:rsid w:val="00A734B6"/>
    <w:rsid w:val="00A73696"/>
    <w:rsid w:val="00A73720"/>
    <w:rsid w:val="00A73EE5"/>
    <w:rsid w:val="00A74E3C"/>
    <w:rsid w:val="00A77548"/>
    <w:rsid w:val="00A776E2"/>
    <w:rsid w:val="00A77BAE"/>
    <w:rsid w:val="00A80813"/>
    <w:rsid w:val="00A8096C"/>
    <w:rsid w:val="00A831DC"/>
    <w:rsid w:val="00A837AC"/>
    <w:rsid w:val="00A83B99"/>
    <w:rsid w:val="00A93DCB"/>
    <w:rsid w:val="00AA04F2"/>
    <w:rsid w:val="00AA366C"/>
    <w:rsid w:val="00AA46BD"/>
    <w:rsid w:val="00AA4C71"/>
    <w:rsid w:val="00AA6E0A"/>
    <w:rsid w:val="00AB01ED"/>
    <w:rsid w:val="00AB0E3A"/>
    <w:rsid w:val="00AB1B54"/>
    <w:rsid w:val="00AB2BB1"/>
    <w:rsid w:val="00AB3AE8"/>
    <w:rsid w:val="00AB5874"/>
    <w:rsid w:val="00AB593F"/>
    <w:rsid w:val="00AB5D5B"/>
    <w:rsid w:val="00AB70A0"/>
    <w:rsid w:val="00AB714D"/>
    <w:rsid w:val="00AC0D6C"/>
    <w:rsid w:val="00AC30F3"/>
    <w:rsid w:val="00AC3AB8"/>
    <w:rsid w:val="00AC4BDF"/>
    <w:rsid w:val="00AC51B7"/>
    <w:rsid w:val="00AC6CAE"/>
    <w:rsid w:val="00AC6CFF"/>
    <w:rsid w:val="00AC77CB"/>
    <w:rsid w:val="00AD095C"/>
    <w:rsid w:val="00AD199B"/>
    <w:rsid w:val="00AD480B"/>
    <w:rsid w:val="00AD5163"/>
    <w:rsid w:val="00AD527D"/>
    <w:rsid w:val="00AD52C7"/>
    <w:rsid w:val="00AD64DC"/>
    <w:rsid w:val="00AD6582"/>
    <w:rsid w:val="00AD779C"/>
    <w:rsid w:val="00AE1645"/>
    <w:rsid w:val="00AE30C4"/>
    <w:rsid w:val="00AE4514"/>
    <w:rsid w:val="00AE46B1"/>
    <w:rsid w:val="00AE6A8D"/>
    <w:rsid w:val="00AE7D30"/>
    <w:rsid w:val="00AF0FC6"/>
    <w:rsid w:val="00AF3A34"/>
    <w:rsid w:val="00AF4F37"/>
    <w:rsid w:val="00B0059C"/>
    <w:rsid w:val="00B01C55"/>
    <w:rsid w:val="00B035EC"/>
    <w:rsid w:val="00B100CD"/>
    <w:rsid w:val="00B103C0"/>
    <w:rsid w:val="00B11046"/>
    <w:rsid w:val="00B11CC8"/>
    <w:rsid w:val="00B1366F"/>
    <w:rsid w:val="00B1452D"/>
    <w:rsid w:val="00B147AA"/>
    <w:rsid w:val="00B14F4D"/>
    <w:rsid w:val="00B152FA"/>
    <w:rsid w:val="00B154CA"/>
    <w:rsid w:val="00B17498"/>
    <w:rsid w:val="00B21403"/>
    <w:rsid w:val="00B21F2C"/>
    <w:rsid w:val="00B23A21"/>
    <w:rsid w:val="00B23B7B"/>
    <w:rsid w:val="00B26131"/>
    <w:rsid w:val="00B2617E"/>
    <w:rsid w:val="00B3120D"/>
    <w:rsid w:val="00B3130A"/>
    <w:rsid w:val="00B320E8"/>
    <w:rsid w:val="00B32E64"/>
    <w:rsid w:val="00B357CF"/>
    <w:rsid w:val="00B3687F"/>
    <w:rsid w:val="00B41AA9"/>
    <w:rsid w:val="00B41CEC"/>
    <w:rsid w:val="00B43D59"/>
    <w:rsid w:val="00B44B58"/>
    <w:rsid w:val="00B456CE"/>
    <w:rsid w:val="00B50076"/>
    <w:rsid w:val="00B54C81"/>
    <w:rsid w:val="00B54E0D"/>
    <w:rsid w:val="00B5745B"/>
    <w:rsid w:val="00B57CE3"/>
    <w:rsid w:val="00B60BBF"/>
    <w:rsid w:val="00B623C7"/>
    <w:rsid w:val="00B63018"/>
    <w:rsid w:val="00B638C7"/>
    <w:rsid w:val="00B64F19"/>
    <w:rsid w:val="00B65DCE"/>
    <w:rsid w:val="00B71280"/>
    <w:rsid w:val="00B714DA"/>
    <w:rsid w:val="00B7162E"/>
    <w:rsid w:val="00B716A7"/>
    <w:rsid w:val="00B73559"/>
    <w:rsid w:val="00B75E35"/>
    <w:rsid w:val="00B80857"/>
    <w:rsid w:val="00B80C0A"/>
    <w:rsid w:val="00B82E45"/>
    <w:rsid w:val="00B82FEA"/>
    <w:rsid w:val="00B86466"/>
    <w:rsid w:val="00B86471"/>
    <w:rsid w:val="00B8660A"/>
    <w:rsid w:val="00B86911"/>
    <w:rsid w:val="00B86ADE"/>
    <w:rsid w:val="00B9017D"/>
    <w:rsid w:val="00B904B2"/>
    <w:rsid w:val="00B90D0C"/>
    <w:rsid w:val="00B90F39"/>
    <w:rsid w:val="00B92867"/>
    <w:rsid w:val="00B9526A"/>
    <w:rsid w:val="00B97776"/>
    <w:rsid w:val="00BA1615"/>
    <w:rsid w:val="00BA263A"/>
    <w:rsid w:val="00BA2FED"/>
    <w:rsid w:val="00BA30DF"/>
    <w:rsid w:val="00BA542F"/>
    <w:rsid w:val="00BA7F88"/>
    <w:rsid w:val="00BB1E5D"/>
    <w:rsid w:val="00BB3015"/>
    <w:rsid w:val="00BB3510"/>
    <w:rsid w:val="00BB461D"/>
    <w:rsid w:val="00BB4929"/>
    <w:rsid w:val="00BB79CC"/>
    <w:rsid w:val="00BB7E4A"/>
    <w:rsid w:val="00BC081D"/>
    <w:rsid w:val="00BC1244"/>
    <w:rsid w:val="00BC143A"/>
    <w:rsid w:val="00BC14C3"/>
    <w:rsid w:val="00BC347C"/>
    <w:rsid w:val="00BC3909"/>
    <w:rsid w:val="00BC4330"/>
    <w:rsid w:val="00BC446A"/>
    <w:rsid w:val="00BC469E"/>
    <w:rsid w:val="00BC48DD"/>
    <w:rsid w:val="00BC609C"/>
    <w:rsid w:val="00BC6B93"/>
    <w:rsid w:val="00BC74E5"/>
    <w:rsid w:val="00BD13E8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BF6101"/>
    <w:rsid w:val="00C00DD7"/>
    <w:rsid w:val="00C02042"/>
    <w:rsid w:val="00C02691"/>
    <w:rsid w:val="00C040BA"/>
    <w:rsid w:val="00C04BF1"/>
    <w:rsid w:val="00C04CA8"/>
    <w:rsid w:val="00C04EC3"/>
    <w:rsid w:val="00C0615A"/>
    <w:rsid w:val="00C06CDC"/>
    <w:rsid w:val="00C104A4"/>
    <w:rsid w:val="00C10D79"/>
    <w:rsid w:val="00C12C11"/>
    <w:rsid w:val="00C16B25"/>
    <w:rsid w:val="00C17B03"/>
    <w:rsid w:val="00C229FE"/>
    <w:rsid w:val="00C26896"/>
    <w:rsid w:val="00C300E0"/>
    <w:rsid w:val="00C30852"/>
    <w:rsid w:val="00C31884"/>
    <w:rsid w:val="00C32130"/>
    <w:rsid w:val="00C3308A"/>
    <w:rsid w:val="00C448C7"/>
    <w:rsid w:val="00C471FE"/>
    <w:rsid w:val="00C47B69"/>
    <w:rsid w:val="00C52F27"/>
    <w:rsid w:val="00C5409C"/>
    <w:rsid w:val="00C55A09"/>
    <w:rsid w:val="00C56AFB"/>
    <w:rsid w:val="00C60BC0"/>
    <w:rsid w:val="00C62ECB"/>
    <w:rsid w:val="00C64D76"/>
    <w:rsid w:val="00C657D3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8FB"/>
    <w:rsid w:val="00C85937"/>
    <w:rsid w:val="00C86332"/>
    <w:rsid w:val="00C86B0B"/>
    <w:rsid w:val="00C87AD4"/>
    <w:rsid w:val="00C90975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762B"/>
    <w:rsid w:val="00CC0BAF"/>
    <w:rsid w:val="00CC1A9D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5712"/>
    <w:rsid w:val="00CD6733"/>
    <w:rsid w:val="00CD7243"/>
    <w:rsid w:val="00CD7FA3"/>
    <w:rsid w:val="00CE148C"/>
    <w:rsid w:val="00CE180E"/>
    <w:rsid w:val="00CE1F74"/>
    <w:rsid w:val="00CE2C76"/>
    <w:rsid w:val="00CE2EA1"/>
    <w:rsid w:val="00CE5881"/>
    <w:rsid w:val="00CE64C5"/>
    <w:rsid w:val="00CE7B5E"/>
    <w:rsid w:val="00CF0329"/>
    <w:rsid w:val="00CF1801"/>
    <w:rsid w:val="00CF27C1"/>
    <w:rsid w:val="00CF2B86"/>
    <w:rsid w:val="00CF2F72"/>
    <w:rsid w:val="00CF2FD3"/>
    <w:rsid w:val="00CF3582"/>
    <w:rsid w:val="00CF374C"/>
    <w:rsid w:val="00CF51B9"/>
    <w:rsid w:val="00CF5677"/>
    <w:rsid w:val="00D000CF"/>
    <w:rsid w:val="00D0143B"/>
    <w:rsid w:val="00D03E96"/>
    <w:rsid w:val="00D0413A"/>
    <w:rsid w:val="00D05759"/>
    <w:rsid w:val="00D06CF3"/>
    <w:rsid w:val="00D10EA7"/>
    <w:rsid w:val="00D120D4"/>
    <w:rsid w:val="00D17042"/>
    <w:rsid w:val="00D17881"/>
    <w:rsid w:val="00D17A6A"/>
    <w:rsid w:val="00D20336"/>
    <w:rsid w:val="00D213F9"/>
    <w:rsid w:val="00D2183D"/>
    <w:rsid w:val="00D21885"/>
    <w:rsid w:val="00D25CC6"/>
    <w:rsid w:val="00D2606C"/>
    <w:rsid w:val="00D32D05"/>
    <w:rsid w:val="00D33512"/>
    <w:rsid w:val="00D348F2"/>
    <w:rsid w:val="00D34FE1"/>
    <w:rsid w:val="00D35A96"/>
    <w:rsid w:val="00D400D2"/>
    <w:rsid w:val="00D40C39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1A58"/>
    <w:rsid w:val="00D52460"/>
    <w:rsid w:val="00D55029"/>
    <w:rsid w:val="00D55034"/>
    <w:rsid w:val="00D55CDC"/>
    <w:rsid w:val="00D56F10"/>
    <w:rsid w:val="00D6439B"/>
    <w:rsid w:val="00D651F8"/>
    <w:rsid w:val="00D66FF4"/>
    <w:rsid w:val="00D703CF"/>
    <w:rsid w:val="00D7278C"/>
    <w:rsid w:val="00D73A9E"/>
    <w:rsid w:val="00D73BAD"/>
    <w:rsid w:val="00D75BD5"/>
    <w:rsid w:val="00D7699E"/>
    <w:rsid w:val="00D84DC2"/>
    <w:rsid w:val="00D84F29"/>
    <w:rsid w:val="00D85E53"/>
    <w:rsid w:val="00D86D4C"/>
    <w:rsid w:val="00D86DA5"/>
    <w:rsid w:val="00D87009"/>
    <w:rsid w:val="00D946DC"/>
    <w:rsid w:val="00D94C58"/>
    <w:rsid w:val="00D95F27"/>
    <w:rsid w:val="00DA09F4"/>
    <w:rsid w:val="00DA112E"/>
    <w:rsid w:val="00DA242F"/>
    <w:rsid w:val="00DA26A5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1EB7"/>
    <w:rsid w:val="00DC3B3A"/>
    <w:rsid w:val="00DC551D"/>
    <w:rsid w:val="00DD6E32"/>
    <w:rsid w:val="00DE1917"/>
    <w:rsid w:val="00DE72A7"/>
    <w:rsid w:val="00DE7B60"/>
    <w:rsid w:val="00DE7F16"/>
    <w:rsid w:val="00DF1448"/>
    <w:rsid w:val="00DF2933"/>
    <w:rsid w:val="00DF4728"/>
    <w:rsid w:val="00DF793A"/>
    <w:rsid w:val="00E00D8C"/>
    <w:rsid w:val="00E00F19"/>
    <w:rsid w:val="00E01306"/>
    <w:rsid w:val="00E03304"/>
    <w:rsid w:val="00E05CB9"/>
    <w:rsid w:val="00E07734"/>
    <w:rsid w:val="00E12415"/>
    <w:rsid w:val="00E128A7"/>
    <w:rsid w:val="00E1293A"/>
    <w:rsid w:val="00E12F01"/>
    <w:rsid w:val="00E13BC5"/>
    <w:rsid w:val="00E141B2"/>
    <w:rsid w:val="00E15C21"/>
    <w:rsid w:val="00E161AC"/>
    <w:rsid w:val="00E20759"/>
    <w:rsid w:val="00E24E0A"/>
    <w:rsid w:val="00E30EFF"/>
    <w:rsid w:val="00E31279"/>
    <w:rsid w:val="00E31481"/>
    <w:rsid w:val="00E31C25"/>
    <w:rsid w:val="00E34B2F"/>
    <w:rsid w:val="00E3609C"/>
    <w:rsid w:val="00E37E9E"/>
    <w:rsid w:val="00E40B2F"/>
    <w:rsid w:val="00E42193"/>
    <w:rsid w:val="00E424A1"/>
    <w:rsid w:val="00E436B4"/>
    <w:rsid w:val="00E44D9B"/>
    <w:rsid w:val="00E459A0"/>
    <w:rsid w:val="00E46508"/>
    <w:rsid w:val="00E46BC7"/>
    <w:rsid w:val="00E47F96"/>
    <w:rsid w:val="00E50145"/>
    <w:rsid w:val="00E50C86"/>
    <w:rsid w:val="00E53ECF"/>
    <w:rsid w:val="00E57DB4"/>
    <w:rsid w:val="00E618D2"/>
    <w:rsid w:val="00E62546"/>
    <w:rsid w:val="00E626EF"/>
    <w:rsid w:val="00E62D69"/>
    <w:rsid w:val="00E64CF8"/>
    <w:rsid w:val="00E64F34"/>
    <w:rsid w:val="00E656D6"/>
    <w:rsid w:val="00E66E43"/>
    <w:rsid w:val="00E67959"/>
    <w:rsid w:val="00E67FD8"/>
    <w:rsid w:val="00E70351"/>
    <w:rsid w:val="00E70CE4"/>
    <w:rsid w:val="00E75990"/>
    <w:rsid w:val="00E77EE4"/>
    <w:rsid w:val="00E8247A"/>
    <w:rsid w:val="00E83A31"/>
    <w:rsid w:val="00E8420E"/>
    <w:rsid w:val="00E85E89"/>
    <w:rsid w:val="00E8640F"/>
    <w:rsid w:val="00E864EC"/>
    <w:rsid w:val="00E87232"/>
    <w:rsid w:val="00E90441"/>
    <w:rsid w:val="00E92694"/>
    <w:rsid w:val="00E962EF"/>
    <w:rsid w:val="00EA10F2"/>
    <w:rsid w:val="00EA2E8E"/>
    <w:rsid w:val="00EA2F62"/>
    <w:rsid w:val="00EA42F6"/>
    <w:rsid w:val="00EA660F"/>
    <w:rsid w:val="00EB213D"/>
    <w:rsid w:val="00EB4359"/>
    <w:rsid w:val="00EB4C8E"/>
    <w:rsid w:val="00EB5300"/>
    <w:rsid w:val="00EB611F"/>
    <w:rsid w:val="00EB79F9"/>
    <w:rsid w:val="00EC3F58"/>
    <w:rsid w:val="00EC4D3C"/>
    <w:rsid w:val="00EC4EDA"/>
    <w:rsid w:val="00EC7605"/>
    <w:rsid w:val="00EC77DD"/>
    <w:rsid w:val="00EC7CCD"/>
    <w:rsid w:val="00EC7F4A"/>
    <w:rsid w:val="00ED189C"/>
    <w:rsid w:val="00ED49FD"/>
    <w:rsid w:val="00ED59DC"/>
    <w:rsid w:val="00ED712D"/>
    <w:rsid w:val="00ED71A9"/>
    <w:rsid w:val="00EE0038"/>
    <w:rsid w:val="00EE0E63"/>
    <w:rsid w:val="00EE11E2"/>
    <w:rsid w:val="00EE2AE6"/>
    <w:rsid w:val="00EE2F21"/>
    <w:rsid w:val="00EE3D57"/>
    <w:rsid w:val="00EE5502"/>
    <w:rsid w:val="00EE5683"/>
    <w:rsid w:val="00EE5837"/>
    <w:rsid w:val="00EE6261"/>
    <w:rsid w:val="00EE70FC"/>
    <w:rsid w:val="00EF254D"/>
    <w:rsid w:val="00EF27A5"/>
    <w:rsid w:val="00EF2C29"/>
    <w:rsid w:val="00EF3777"/>
    <w:rsid w:val="00EF583A"/>
    <w:rsid w:val="00EF69EB"/>
    <w:rsid w:val="00F00141"/>
    <w:rsid w:val="00F00203"/>
    <w:rsid w:val="00F01F68"/>
    <w:rsid w:val="00F027A8"/>
    <w:rsid w:val="00F02BD0"/>
    <w:rsid w:val="00F048A5"/>
    <w:rsid w:val="00F0588C"/>
    <w:rsid w:val="00F06EDA"/>
    <w:rsid w:val="00F110BD"/>
    <w:rsid w:val="00F1542F"/>
    <w:rsid w:val="00F15B54"/>
    <w:rsid w:val="00F166AF"/>
    <w:rsid w:val="00F20039"/>
    <w:rsid w:val="00F21134"/>
    <w:rsid w:val="00F219B1"/>
    <w:rsid w:val="00F21F41"/>
    <w:rsid w:val="00F22A0D"/>
    <w:rsid w:val="00F22EBC"/>
    <w:rsid w:val="00F234C1"/>
    <w:rsid w:val="00F239B6"/>
    <w:rsid w:val="00F240FE"/>
    <w:rsid w:val="00F272E8"/>
    <w:rsid w:val="00F30EDB"/>
    <w:rsid w:val="00F31D60"/>
    <w:rsid w:val="00F3218F"/>
    <w:rsid w:val="00F3438F"/>
    <w:rsid w:val="00F35352"/>
    <w:rsid w:val="00F4094C"/>
    <w:rsid w:val="00F41D19"/>
    <w:rsid w:val="00F424AA"/>
    <w:rsid w:val="00F43A3B"/>
    <w:rsid w:val="00F44605"/>
    <w:rsid w:val="00F5142C"/>
    <w:rsid w:val="00F52855"/>
    <w:rsid w:val="00F54BFD"/>
    <w:rsid w:val="00F54D29"/>
    <w:rsid w:val="00F55322"/>
    <w:rsid w:val="00F5659C"/>
    <w:rsid w:val="00F6045E"/>
    <w:rsid w:val="00F61D2C"/>
    <w:rsid w:val="00F62DEF"/>
    <w:rsid w:val="00F638FC"/>
    <w:rsid w:val="00F640F0"/>
    <w:rsid w:val="00F643BD"/>
    <w:rsid w:val="00F66337"/>
    <w:rsid w:val="00F6683D"/>
    <w:rsid w:val="00F67D47"/>
    <w:rsid w:val="00F67E08"/>
    <w:rsid w:val="00F702B1"/>
    <w:rsid w:val="00F7041B"/>
    <w:rsid w:val="00F71722"/>
    <w:rsid w:val="00F71C0D"/>
    <w:rsid w:val="00F73A02"/>
    <w:rsid w:val="00F74225"/>
    <w:rsid w:val="00F75A12"/>
    <w:rsid w:val="00F7659F"/>
    <w:rsid w:val="00F76DE7"/>
    <w:rsid w:val="00F770B2"/>
    <w:rsid w:val="00F83422"/>
    <w:rsid w:val="00F85066"/>
    <w:rsid w:val="00F85EE0"/>
    <w:rsid w:val="00F863DF"/>
    <w:rsid w:val="00F86984"/>
    <w:rsid w:val="00F906EA"/>
    <w:rsid w:val="00F93034"/>
    <w:rsid w:val="00F93CC0"/>
    <w:rsid w:val="00F9628E"/>
    <w:rsid w:val="00F9716F"/>
    <w:rsid w:val="00F97E50"/>
    <w:rsid w:val="00FA0735"/>
    <w:rsid w:val="00FA36D6"/>
    <w:rsid w:val="00FA4FC8"/>
    <w:rsid w:val="00FA52C2"/>
    <w:rsid w:val="00FA5C24"/>
    <w:rsid w:val="00FA77E1"/>
    <w:rsid w:val="00FB067E"/>
    <w:rsid w:val="00FC2640"/>
    <w:rsid w:val="00FC3280"/>
    <w:rsid w:val="00FC378E"/>
    <w:rsid w:val="00FC45D7"/>
    <w:rsid w:val="00FC4B4B"/>
    <w:rsid w:val="00FD0B43"/>
    <w:rsid w:val="00FD2EB2"/>
    <w:rsid w:val="00FD45E4"/>
    <w:rsid w:val="00FD4B6C"/>
    <w:rsid w:val="00FD4D7A"/>
    <w:rsid w:val="00FD4F72"/>
    <w:rsid w:val="00FD5350"/>
    <w:rsid w:val="00FD57EA"/>
    <w:rsid w:val="00FD60D2"/>
    <w:rsid w:val="00FD6880"/>
    <w:rsid w:val="00FD69CE"/>
    <w:rsid w:val="00FD736F"/>
    <w:rsid w:val="00FE0622"/>
    <w:rsid w:val="00FE0DC6"/>
    <w:rsid w:val="00FE1EDD"/>
    <w:rsid w:val="00FE1FB9"/>
    <w:rsid w:val="00FE1FE8"/>
    <w:rsid w:val="00FE2115"/>
    <w:rsid w:val="00FE2E44"/>
    <w:rsid w:val="00FE4CC0"/>
    <w:rsid w:val="00FE4D4C"/>
    <w:rsid w:val="00FE5838"/>
    <w:rsid w:val="00FE6779"/>
    <w:rsid w:val="00FE6DD9"/>
    <w:rsid w:val="00FF05D6"/>
    <w:rsid w:val="00FF2081"/>
    <w:rsid w:val="00FF35B6"/>
    <w:rsid w:val="00FF44CD"/>
    <w:rsid w:val="00FF504D"/>
    <w:rsid w:val="00FF5BB2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Unicode MS" w:hAnsi="Arial Unicode MS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 Unicode MS" w:hAnsi="Arial Unicode MS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 Unicode MS" w:hAnsi="Arial Unicode MS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 Unicode MS" w:hAnsi="Arial Unicode MS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Arial Unicode MS" w:hAnsi="Arial Unicode MS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 Unicode MS" w:hAnsi="Arial Unicode MS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Arial Unicode MS" w:hAnsi="Arial Unicode MS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 Unicode MS" w:hAnsi="Arial Unicode MS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Absatz-Standardschriftart"/>
    <w:rsid w:val="00873E53"/>
  </w:style>
  <w:style w:type="paragraph" w:styleId="Listenabsatz">
    <w:name w:val="List Paragraph"/>
    <w:basedOn w:val="Standard"/>
    <w:uiPriority w:val="34"/>
    <w:qFormat/>
    <w:rsid w:val="008B52BC"/>
    <w:pPr>
      <w:ind w:left="720"/>
      <w:contextualSpacing/>
    </w:pPr>
  </w:style>
  <w:style w:type="character" w:styleId="BesuchterHyperlink">
    <w:name w:val="FollowedHyperlink"/>
    <w:basedOn w:val="Absatz-Standardschriftart"/>
    <w:rsid w:val="007D70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Unicode MS" w:hAnsi="Arial Unicode MS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 Unicode MS" w:hAnsi="Arial Unicode MS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 Unicode MS" w:hAnsi="Arial Unicode MS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 Unicode MS" w:hAnsi="Arial Unicode MS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Arial Unicode MS" w:hAnsi="Arial Unicode MS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 Unicode MS" w:hAnsi="Arial Unicode MS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Arial Unicode MS" w:hAnsi="Arial Unicode MS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 Unicode MS" w:hAnsi="Arial Unicode MS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Absatz-Standardschriftart"/>
    <w:rsid w:val="00873E53"/>
  </w:style>
  <w:style w:type="paragraph" w:styleId="Listenabsatz">
    <w:name w:val="List Paragraph"/>
    <w:basedOn w:val="Standard"/>
    <w:uiPriority w:val="34"/>
    <w:qFormat/>
    <w:rsid w:val="008B52BC"/>
    <w:pPr>
      <w:ind w:left="720"/>
      <w:contextualSpacing/>
    </w:pPr>
  </w:style>
  <w:style w:type="character" w:styleId="BesuchterHyperlink">
    <w:name w:val="FollowedHyperlink"/>
    <w:basedOn w:val="Absatz-Standardschriftart"/>
    <w:rsid w:val="007D70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232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4251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5164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46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21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7608">
          <w:marLeft w:val="288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938316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3657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39906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2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2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3784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5214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9731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621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396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460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b.zhou@krohne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china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CD269-6F0B-4BD3-8ED7-836856BA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728</Words>
  <Characters>308</Characters>
  <Application>Microsoft Office Word</Application>
  <DocSecurity>0</DocSecurity>
  <Lines>2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1034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19</cp:revision>
  <cp:lastPrinted>2017-05-15T08:37:00Z</cp:lastPrinted>
  <dcterms:created xsi:type="dcterms:W3CDTF">2017-05-15T08:33:00Z</dcterms:created>
  <dcterms:modified xsi:type="dcterms:W3CDTF">2018-01-02T11:25:00Z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